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48814EF6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3BF01E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71B86F74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4D1A86">
        <w:rPr>
          <w:rFonts w:ascii="Corbel" w:hAnsi="Corbel"/>
          <w:i/>
          <w:smallCaps/>
          <w:sz w:val="24"/>
          <w:szCs w:val="24"/>
        </w:rPr>
        <w:t>2022/2023 – 2023</w:t>
      </w:r>
      <w:r w:rsidR="00D81B05">
        <w:rPr>
          <w:rFonts w:ascii="Corbel" w:hAnsi="Corbel"/>
          <w:i/>
          <w:smallCaps/>
          <w:sz w:val="24"/>
          <w:szCs w:val="24"/>
        </w:rPr>
        <w:t>/2024</w:t>
      </w:r>
    </w:p>
    <w:p w:rsidR="0085747A" w:rsidP="00EA4832" w:rsidRDefault="00EA4832" w14:paraId="4B9896FF" w14:textId="44DD1C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5D94D55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15D94D55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15D94D55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37E5972B" w14:textId="758BB5F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D1A86">
        <w:rPr>
          <w:rFonts w:ascii="Corbel" w:hAnsi="Corbel"/>
          <w:sz w:val="20"/>
          <w:szCs w:val="20"/>
        </w:rPr>
        <w:t>akademicki 202</w:t>
      </w:r>
      <w:r w:rsidR="002F6FD7">
        <w:rPr>
          <w:rFonts w:ascii="Corbel" w:hAnsi="Corbel"/>
          <w:sz w:val="20"/>
          <w:szCs w:val="20"/>
        </w:rPr>
        <w:t>3</w:t>
      </w:r>
      <w:r w:rsidR="004D1A86">
        <w:rPr>
          <w:rFonts w:ascii="Corbel" w:hAnsi="Corbel"/>
          <w:sz w:val="20"/>
          <w:szCs w:val="20"/>
        </w:rPr>
        <w:t>/202</w:t>
      </w:r>
      <w:r w:rsidR="002F6FD7">
        <w:rPr>
          <w:rFonts w:ascii="Corbel" w:hAnsi="Corbel"/>
          <w:sz w:val="20"/>
          <w:szCs w:val="20"/>
        </w:rPr>
        <w:t>4</w:t>
      </w:r>
    </w:p>
    <w:p w:rsidRPr="009C54AE" w:rsidR="0085747A" w:rsidP="009C54AE" w:rsidRDefault="0085747A" w14:paraId="7DE520F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A2F77F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67C9C50" w14:paraId="3F0B2EF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A1AAB9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D1A86" w:rsidR="0085747A" w:rsidP="009C54AE" w:rsidRDefault="004D1A86" w14:paraId="1C352CF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D1A86">
              <w:rPr>
                <w:rFonts w:ascii="Corbel" w:hAnsi="Corbel"/>
                <w:color w:val="auto"/>
                <w:sz w:val="24"/>
                <w:szCs w:val="24"/>
              </w:rPr>
              <w:t>Prawo i polityka penitencjarna</w:t>
            </w:r>
          </w:p>
        </w:tc>
      </w:tr>
      <w:tr w:rsidRPr="009C54AE" w:rsidR="0085747A" w:rsidTr="767C9C50" w14:paraId="6688B29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B1674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037948" w:rsidR="0085747A" w:rsidP="009C54AE" w:rsidRDefault="004D1A86" w14:paraId="1777B5D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A2SO37</w:t>
            </w:r>
          </w:p>
        </w:tc>
      </w:tr>
      <w:tr w:rsidRPr="009C54AE" w:rsidR="00D81B05" w:rsidTr="767C9C50" w14:paraId="1DEA9796" w14:textId="77777777">
        <w:tc>
          <w:tcPr>
            <w:tcW w:w="2694" w:type="dxa"/>
            <w:tcMar/>
            <w:vAlign w:val="center"/>
          </w:tcPr>
          <w:p w:rsidRPr="009C54AE" w:rsidR="00D81B05" w:rsidP="00D81B05" w:rsidRDefault="00D81B05" w14:paraId="2538BD8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D47518" w:rsidR="00D81B05" w:rsidP="00D81B05" w:rsidRDefault="002F6FD7" w14:paraId="0CCC8A84" w14:textId="61BD017F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15D94D55" w:rsidR="002F6FD7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>Kolegium Nauk Społecznych</w:t>
            </w:r>
            <w:r w:rsidRPr="15D94D55" w:rsidR="002F6FD7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>,</w:t>
            </w:r>
            <w:r w:rsidRPr="15D94D55" w:rsidR="002F6FD7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 xml:space="preserve"> </w:t>
            </w:r>
            <w:r w:rsidRPr="15D94D55" w:rsidR="00D47518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 xml:space="preserve"> </w:t>
            </w:r>
          </w:p>
        </w:tc>
      </w:tr>
      <w:tr w:rsidRPr="009C54AE" w:rsidR="00D81B05" w:rsidTr="767C9C50" w14:paraId="1F29CEEF" w14:textId="77777777">
        <w:tc>
          <w:tcPr>
            <w:tcW w:w="2694" w:type="dxa"/>
            <w:tcMar/>
            <w:vAlign w:val="center"/>
          </w:tcPr>
          <w:p w:rsidRPr="009C54AE" w:rsidR="00D81B05" w:rsidP="00D81B05" w:rsidRDefault="00D81B05" w14:paraId="4BC620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037948" w:rsidR="00D81B05" w:rsidP="15D94D55" w:rsidRDefault="00D81B05" w14:paraId="0AE21AC6" w14:textId="62DE9D2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5D94D55" w:rsidR="55352567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>Instytut Nauk Prawnych</w:t>
            </w:r>
            <w:r w:rsidRPr="15D94D55" w:rsidR="5535256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15D94D55" w:rsidR="00D81B0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</w:t>
            </w:r>
            <w:r w:rsidRPr="15D94D55" w:rsidR="0037638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Prawa</w:t>
            </w:r>
            <w:r w:rsidRPr="15D94D55" w:rsidR="00D81B05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Karnego</w:t>
            </w:r>
            <w:r w:rsidRPr="15D94D55" w:rsidR="0037638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Procesowego</w:t>
            </w:r>
          </w:p>
        </w:tc>
      </w:tr>
      <w:tr w:rsidRPr="009C54AE" w:rsidR="00D81B05" w:rsidTr="767C9C50" w14:paraId="29793BF1" w14:textId="77777777">
        <w:tc>
          <w:tcPr>
            <w:tcW w:w="2694" w:type="dxa"/>
            <w:tcMar/>
            <w:vAlign w:val="center"/>
          </w:tcPr>
          <w:p w:rsidRPr="009C54AE" w:rsidR="00D81B05" w:rsidP="00D81B05" w:rsidRDefault="00D81B05" w14:paraId="21F478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037948" w:rsidR="00D81B05" w:rsidP="00D81B05" w:rsidRDefault="004D1A86" w14:paraId="3AC8192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Pr="009C54AE" w:rsidR="00D81B05" w:rsidTr="767C9C50" w14:paraId="7E68364D" w14:textId="77777777">
        <w:tc>
          <w:tcPr>
            <w:tcW w:w="2694" w:type="dxa"/>
            <w:tcMar/>
            <w:vAlign w:val="center"/>
          </w:tcPr>
          <w:p w:rsidRPr="009C54AE" w:rsidR="00D81B05" w:rsidP="00D81B05" w:rsidRDefault="00D81B05" w14:paraId="2AFD59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037948" w:rsidR="00D81B05" w:rsidP="00D81B05" w:rsidRDefault="004D1A86" w14:paraId="545C92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Pr="009C54AE" w:rsidR="00D81B05" w:rsidTr="767C9C50" w14:paraId="5004D8B7" w14:textId="77777777">
        <w:tc>
          <w:tcPr>
            <w:tcW w:w="2694" w:type="dxa"/>
            <w:tcMar/>
            <w:vAlign w:val="center"/>
          </w:tcPr>
          <w:p w:rsidRPr="009C54AE" w:rsidR="00D81B05" w:rsidP="00D81B05" w:rsidRDefault="00D81B05" w14:paraId="7EF828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037948" w:rsidR="00D81B05" w:rsidP="00D81B05" w:rsidRDefault="00037948" w14:paraId="1135979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D81B05" w:rsidTr="767C9C50" w14:paraId="0DB665DE" w14:textId="77777777">
        <w:tc>
          <w:tcPr>
            <w:tcW w:w="2694" w:type="dxa"/>
            <w:tcMar/>
            <w:vAlign w:val="center"/>
          </w:tcPr>
          <w:p w:rsidRPr="009C54AE" w:rsidR="00D81B05" w:rsidP="00D81B05" w:rsidRDefault="00D81B05" w14:paraId="64FAB7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037948" w:rsidR="00D81B05" w:rsidP="00D81B05" w:rsidRDefault="00037948" w14:paraId="014D4E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Pr="009C54AE" w:rsidR="00D81B05" w:rsidTr="767C9C50" w14:paraId="3DF84125" w14:textId="77777777">
        <w:tc>
          <w:tcPr>
            <w:tcW w:w="2694" w:type="dxa"/>
            <w:tcMar/>
            <w:vAlign w:val="center"/>
          </w:tcPr>
          <w:p w:rsidRPr="009C54AE" w:rsidR="00D81B05" w:rsidP="00D81B05" w:rsidRDefault="00D81B05" w14:paraId="296E9F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037948" w:rsidR="00D81B05" w:rsidP="15D94D55" w:rsidRDefault="004D1A86" w14:paraId="13EB1E5B" w14:textId="107F0B0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5D94D55" w:rsidR="004D1A8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II</w:t>
            </w:r>
            <w:r w:rsidRPr="15D94D55" w:rsidR="356AE6A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/ </w:t>
            </w:r>
            <w:r w:rsidRPr="15D94D55" w:rsidR="004D1A8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</w:t>
            </w:r>
          </w:p>
        </w:tc>
      </w:tr>
      <w:tr w:rsidRPr="009C54AE" w:rsidR="00D81B05" w:rsidTr="767C9C50" w14:paraId="571046F6" w14:textId="77777777">
        <w:tc>
          <w:tcPr>
            <w:tcW w:w="2694" w:type="dxa"/>
            <w:tcMar/>
            <w:vAlign w:val="center"/>
          </w:tcPr>
          <w:p w:rsidRPr="009C54AE" w:rsidR="00D81B05" w:rsidP="00D81B05" w:rsidRDefault="00D81B05" w14:paraId="77E7ED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037948" w:rsidR="00D81B05" w:rsidP="767C9C50" w:rsidRDefault="004D1A86" w14:paraId="178EA9AE" w14:textId="2DC23827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767C9C50" w:rsidR="78DB0C50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Pr="009C54AE" w:rsidR="00D81B05" w:rsidTr="767C9C50" w14:paraId="1E319FD9" w14:textId="77777777">
        <w:tc>
          <w:tcPr>
            <w:tcW w:w="2694" w:type="dxa"/>
            <w:tcMar/>
            <w:vAlign w:val="center"/>
          </w:tcPr>
          <w:p w:rsidRPr="009C54AE" w:rsidR="00D81B05" w:rsidP="00D81B05" w:rsidRDefault="00D81B05" w14:paraId="267F21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037948" w:rsidR="00D81B05" w:rsidP="00D81B05" w:rsidRDefault="00604B97" w14:paraId="76365A4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</w:t>
            </w:r>
            <w:r w:rsidRPr="00037948" w:rsidR="00037948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Pr="009C54AE" w:rsidR="00F47EF2" w:rsidTr="767C9C50" w14:paraId="43D784CE" w14:textId="77777777">
        <w:tc>
          <w:tcPr>
            <w:tcW w:w="2694" w:type="dxa"/>
            <w:tcMar/>
            <w:vAlign w:val="center"/>
          </w:tcPr>
          <w:p w:rsidRPr="009C54AE" w:rsidR="00F47EF2" w:rsidP="00F47EF2" w:rsidRDefault="00F47EF2" w14:paraId="70CE03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037948" w:rsidR="00F47EF2" w:rsidP="00F47EF2" w:rsidRDefault="00F47EF2" w14:paraId="2A70C8E3" w14:textId="4865E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18E1">
              <w:rPr>
                <w:rFonts w:ascii="Corbel" w:hAnsi="Corbel"/>
                <w:b w:val="0"/>
                <w:sz w:val="24"/>
                <w:szCs w:val="24"/>
              </w:rPr>
              <w:t>Dr hab.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iotr </w:t>
            </w:r>
            <w:r w:rsidRPr="00F218E1">
              <w:rPr>
                <w:rFonts w:ascii="Corbel" w:hAnsi="Corbel"/>
                <w:b w:val="0"/>
                <w:sz w:val="24"/>
                <w:szCs w:val="24"/>
              </w:rPr>
              <w:t>Sowiński, prof. UR</w:t>
            </w:r>
          </w:p>
        </w:tc>
      </w:tr>
      <w:tr w:rsidRPr="009C54AE" w:rsidR="00F47EF2" w:rsidTr="767C9C50" w14:paraId="22A38712" w14:textId="77777777">
        <w:tc>
          <w:tcPr>
            <w:tcW w:w="2694" w:type="dxa"/>
            <w:tcMar/>
            <w:vAlign w:val="center"/>
          </w:tcPr>
          <w:p w:rsidRPr="009C54AE" w:rsidR="00F47EF2" w:rsidP="00F47EF2" w:rsidRDefault="00F47EF2" w14:paraId="3E0EB2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037948" w:rsidR="00F47EF2" w:rsidP="00F47EF2" w:rsidRDefault="00F47EF2" w14:paraId="54E6504D" w14:textId="5CB60D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18E1">
              <w:rPr>
                <w:rFonts w:ascii="Corbel" w:hAnsi="Corbel"/>
                <w:b w:val="0"/>
                <w:sz w:val="24"/>
                <w:szCs w:val="24"/>
              </w:rPr>
              <w:t>Dr hab.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iotr </w:t>
            </w:r>
            <w:r w:rsidRPr="00F218E1">
              <w:rPr>
                <w:rFonts w:ascii="Corbel" w:hAnsi="Corbel"/>
                <w:b w:val="0"/>
                <w:sz w:val="24"/>
                <w:szCs w:val="24"/>
              </w:rPr>
              <w:t>Sowiński, prof. UR</w:t>
            </w:r>
          </w:p>
        </w:tc>
      </w:tr>
    </w:tbl>
    <w:p w:rsidRPr="009C54AE" w:rsidR="00923D7D" w:rsidP="00D804E6" w:rsidRDefault="0085747A" w14:paraId="768182FF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618B591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9E582E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930"/>
        <w:gridCol w:w="732"/>
        <w:gridCol w:w="827"/>
        <w:gridCol w:w="780"/>
        <w:gridCol w:w="957"/>
        <w:gridCol w:w="1206"/>
        <w:gridCol w:w="1545"/>
      </w:tblGrid>
      <w:tr w:rsidRPr="009C54AE" w:rsidR="00015B8F" w:rsidTr="15D94D55" w14:paraId="5A0A7745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34DC811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A50EB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D5FDF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214257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9ED52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7327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CC7EF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D3EAE8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8BB0A0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A7C67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1A961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5D94D55" w14:paraId="29BAAE2D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4D1A86" w14:paraId="5E8E7D8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37948" w14:paraId="1B7202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37948" w14:paraId="7FC48E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29D80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F4661D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A245D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01A72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1B634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5F5AD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37948" w14:paraId="1CFCCF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79B8BB6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EF9599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037948" w14:paraId="7EEE0E1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4D1A86" w14:paraId="0D9EFF8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7BD344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208C8DD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037948" w:rsidR="00037948" w:rsidP="00037948" w:rsidRDefault="00037948" w14:paraId="4B2B6F50" w14:textId="77777777">
      <w:pPr>
        <w:tabs>
          <w:tab w:val="left" w:pos="6336"/>
        </w:tabs>
        <w:spacing w:after="0" w:line="240" w:lineRule="auto"/>
        <w:jc w:val="both"/>
        <w:rPr>
          <w:rFonts w:ascii="Corbel" w:hAnsi="Corbel" w:eastAsia="Times New Roman"/>
          <w:sz w:val="24"/>
          <w:szCs w:val="24"/>
          <w:lang w:eastAsia="pl-PL"/>
        </w:rPr>
      </w:pPr>
      <w:r>
        <w:rPr>
          <w:rFonts w:ascii="Corbel" w:hAnsi="Corbel" w:eastAsia="Times New Roman"/>
          <w:sz w:val="24"/>
          <w:szCs w:val="24"/>
          <w:lang w:eastAsia="pl-PL"/>
        </w:rPr>
        <w:t xml:space="preserve">              </w:t>
      </w:r>
      <w:r w:rsidR="00F77AE8">
        <w:rPr>
          <w:rFonts w:ascii="Corbel" w:hAnsi="Corbel" w:eastAsia="Times New Roman"/>
          <w:sz w:val="24"/>
          <w:szCs w:val="24"/>
          <w:lang w:eastAsia="pl-PL"/>
        </w:rPr>
        <w:t xml:space="preserve"> </w:t>
      </w:r>
      <w:r w:rsidRPr="00037948">
        <w:rPr>
          <w:rFonts w:ascii="Corbel" w:hAnsi="Corbel" w:eastAsia="Times New Roman"/>
          <w:sz w:val="24"/>
          <w:szCs w:val="24"/>
          <w:lang w:eastAsia="pl-PL"/>
        </w:rPr>
        <w:t xml:space="preserve">Wykłady: Egzamin  </w:t>
      </w:r>
    </w:p>
    <w:p w:rsidRPr="00037948" w:rsidR="009C54AE" w:rsidP="00037948" w:rsidRDefault="00037948" w14:paraId="5C5A3EF4" w14:textId="77777777">
      <w:pPr>
        <w:tabs>
          <w:tab w:val="left" w:pos="6336"/>
        </w:tabs>
        <w:spacing w:after="0" w:line="240" w:lineRule="auto"/>
        <w:rPr>
          <w:rFonts w:ascii="Corbel" w:hAnsi="Corbel" w:eastAsia="Times New Roman"/>
          <w:b/>
          <w:sz w:val="24"/>
          <w:szCs w:val="24"/>
          <w:lang w:eastAsia="pl-PL"/>
        </w:rPr>
      </w:pPr>
      <w:r>
        <w:rPr>
          <w:rFonts w:ascii="Corbel" w:hAnsi="Corbel" w:eastAsia="Times New Roman"/>
          <w:sz w:val="24"/>
          <w:szCs w:val="24"/>
          <w:lang w:eastAsia="pl-PL"/>
        </w:rPr>
        <w:t xml:space="preserve">              </w:t>
      </w:r>
      <w:r w:rsidR="00F77AE8">
        <w:rPr>
          <w:rFonts w:ascii="Corbel" w:hAnsi="Corbel" w:eastAsia="Times New Roman"/>
          <w:sz w:val="24"/>
          <w:szCs w:val="24"/>
          <w:lang w:eastAsia="pl-PL"/>
        </w:rPr>
        <w:t xml:space="preserve"> </w:t>
      </w:r>
      <w:r w:rsidR="00604B97">
        <w:rPr>
          <w:rFonts w:ascii="Corbel" w:hAnsi="Corbel" w:eastAsia="Times New Roman"/>
          <w:sz w:val="24"/>
          <w:szCs w:val="24"/>
          <w:lang w:eastAsia="pl-PL"/>
        </w:rPr>
        <w:t>Ćwiczenia: Zaliczenie</w:t>
      </w:r>
      <w:r w:rsidR="000278DF">
        <w:rPr>
          <w:rFonts w:ascii="Corbel" w:hAnsi="Corbel" w:eastAsia="Times New Roman"/>
          <w:sz w:val="24"/>
          <w:szCs w:val="24"/>
          <w:lang w:eastAsia="pl-PL"/>
        </w:rPr>
        <w:t xml:space="preserve"> z oceną</w:t>
      </w:r>
      <w:r w:rsidRPr="00037948">
        <w:rPr>
          <w:rFonts w:ascii="Corbel" w:hAnsi="Corbel" w:eastAsia="Times New Roman"/>
          <w:sz w:val="24"/>
          <w:szCs w:val="24"/>
          <w:lang w:eastAsia="pl-PL"/>
        </w:rPr>
        <w:t xml:space="preserve"> </w:t>
      </w:r>
    </w:p>
    <w:p w:rsidR="00E960BB" w:rsidP="009C54AE" w:rsidRDefault="00E960BB" w14:paraId="0D2E104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3B32398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15D94D55" w:rsidR="0085747A">
        <w:rPr>
          <w:rFonts w:ascii="Corbel" w:hAnsi="Corbel"/>
        </w:rPr>
        <w:t xml:space="preserve">2.Wymagania wstępne </w:t>
      </w:r>
    </w:p>
    <w:p w:rsidR="15D94D55" w:rsidP="15D94D55" w:rsidRDefault="15D94D55" w14:paraId="2B25DA51" w14:textId="0C8BD34E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6BB8DBF9" w14:textId="77777777">
        <w:tc>
          <w:tcPr>
            <w:tcW w:w="9670" w:type="dxa"/>
          </w:tcPr>
          <w:p w:rsidRPr="00037948" w:rsidR="0085747A" w:rsidP="009C54AE" w:rsidRDefault="00037948" w14:paraId="10D58E1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37948">
              <w:rPr>
                <w:rFonts w:ascii="Corbel" w:hAnsi="Corbel"/>
                <w:b w:val="0"/>
                <w:smallCaps w:val="0"/>
                <w:szCs w:val="24"/>
              </w:rPr>
              <w:t>Podstawowe wiadomości z zakresu prawoznawstwa, logiki, organów ochrony prawnej oraz prawa karnego materialnego i procesowego. Znajomość metod wykładni i reguł argumentacji prawniczej.</w:t>
            </w:r>
          </w:p>
        </w:tc>
      </w:tr>
    </w:tbl>
    <w:p w:rsidR="00D804E6" w:rsidP="009C54AE" w:rsidRDefault="00D804E6" w14:paraId="2DDBD49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576BB4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6FB959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CA7ADC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P="00F77AE8" w:rsidRDefault="00F83B28" w14:paraId="57C2B443" w14:textId="7777777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A669C3" w:rsidR="00F77AE8" w:rsidTr="00AE2CED" w14:paraId="4B395BCC" w14:textId="77777777">
        <w:trPr>
          <w:trHeight w:val="401"/>
        </w:trPr>
        <w:tc>
          <w:tcPr>
            <w:tcW w:w="9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7AE8" w:rsidR="00F77AE8" w:rsidP="004D1A86" w:rsidRDefault="00F77AE8" w14:paraId="638A49AD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Wykład:</w:t>
            </w:r>
          </w:p>
        </w:tc>
      </w:tr>
      <w:tr w:rsidRPr="00A669C3" w:rsidR="00F77AE8" w:rsidTr="00F77AE8" w14:paraId="789491A1" w14:textId="77777777">
        <w:trPr>
          <w:trHeight w:val="363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7AE8" w:rsidR="00F77AE8" w:rsidP="004D1A86" w:rsidRDefault="00F77AE8" w14:paraId="728374CD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7AE8" w:rsidR="00F77AE8" w:rsidP="004D1A86" w:rsidRDefault="00F77AE8" w14:paraId="3824D88E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przybliżenie</w:t>
            </w:r>
            <w:r w:rsidRPr="00F77AE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zasady wykonywania orzecz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eń wydanych w sprawach karnych;</w:t>
            </w:r>
          </w:p>
        </w:tc>
      </w:tr>
      <w:tr w:rsidRPr="00A669C3" w:rsidR="00F77AE8" w:rsidTr="004D1A86" w14:paraId="02CD8D76" w14:textId="77777777">
        <w:trPr>
          <w:trHeight w:val="725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F77AE8" w:rsidP="004D1A86" w:rsidRDefault="00F77AE8" w14:paraId="76A3C9B7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7AE8" w:rsidR="00F77AE8" w:rsidP="004D1A86" w:rsidRDefault="00F77AE8" w14:paraId="047E77FB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wskazanie na </w:t>
            </w:r>
            <w:r w:rsidRPr="00F77AE8">
              <w:rPr>
                <w:rFonts w:ascii="Corbel" w:hAnsi="Corbel" w:eastAsia="Times New Roman"/>
                <w:sz w:val="24"/>
                <w:szCs w:val="24"/>
                <w:lang w:eastAsia="pl-PL"/>
              </w:rPr>
              <w:t>przesłanki stosowania poszczególnych instytucji wykona</w:t>
            </w:r>
            <w:r w:rsidR="004D1A86">
              <w:rPr>
                <w:rFonts w:ascii="Corbel" w:hAnsi="Corbel" w:eastAsia="Times New Roman"/>
                <w:sz w:val="24"/>
                <w:szCs w:val="24"/>
                <w:lang w:eastAsia="pl-PL"/>
              </w:rPr>
              <w:t>nia orzeczonych sankcji karnych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;</w:t>
            </w:r>
          </w:p>
        </w:tc>
      </w:tr>
      <w:tr w:rsidRPr="00E668FA" w:rsidR="00F77AE8" w:rsidTr="00E85A00" w14:paraId="2003E6F2" w14:textId="77777777">
        <w:trPr>
          <w:trHeight w:val="463"/>
        </w:trPr>
        <w:tc>
          <w:tcPr>
            <w:tcW w:w="9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7AE8" w:rsidR="00F77AE8" w:rsidP="004D1A86" w:rsidRDefault="00F77AE8" w14:paraId="22B8A0F7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Ćwiczenia:</w:t>
            </w:r>
          </w:p>
        </w:tc>
      </w:tr>
      <w:tr w:rsidRPr="00E668FA" w:rsidR="00F77AE8" w:rsidTr="00F77AE8" w14:paraId="461B9EA6" w14:textId="77777777">
        <w:trPr>
          <w:trHeight w:val="377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7AE8" w:rsidR="00F77AE8" w:rsidP="004D1A86" w:rsidRDefault="00F77AE8" w14:paraId="50BF99C5" w14:textId="77777777">
            <w:pPr>
              <w:pStyle w:val="Podpunkty"/>
              <w:ind w:hanging="326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7AE8" w:rsidR="00F77AE8" w:rsidP="004D1A86" w:rsidRDefault="00F77AE8" w14:paraId="617AFBD2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przypomnienie sposobów modyfikacji pierwot</w:t>
            </w:r>
            <w:r>
              <w:rPr>
                <w:rFonts w:ascii="Corbel" w:hAnsi="Corbel"/>
                <w:b w:val="0"/>
                <w:sz w:val="24"/>
                <w:szCs w:val="24"/>
              </w:rPr>
              <w:t>nie orzeczonych sankcji karnych;</w:t>
            </w:r>
          </w:p>
        </w:tc>
      </w:tr>
      <w:tr w:rsidRPr="00E668FA" w:rsidR="00F77AE8" w:rsidTr="00F77AE8" w14:paraId="3F3EF923" w14:textId="77777777">
        <w:trPr>
          <w:trHeight w:val="357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7AE8" w:rsidR="00F77AE8" w:rsidP="004D1A86" w:rsidRDefault="00F77AE8" w14:paraId="2CA22DB5" w14:textId="77777777">
            <w:pPr>
              <w:pStyle w:val="Podpunkty"/>
              <w:ind w:hanging="32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7AE8" w:rsidR="00F77AE8" w:rsidP="004D1A86" w:rsidRDefault="00F77AE8" w14:paraId="64C045B4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utrwalenie pojęć i instytucji pos</w:t>
            </w:r>
            <w:r>
              <w:rPr>
                <w:rFonts w:ascii="Corbel" w:hAnsi="Corbel"/>
                <w:b w:val="0"/>
                <w:sz w:val="24"/>
                <w:szCs w:val="24"/>
              </w:rPr>
              <w:t>tępowania karnego wykonawczego;</w:t>
            </w:r>
          </w:p>
        </w:tc>
      </w:tr>
      <w:tr w:rsidRPr="00E668FA" w:rsidR="00F77AE8" w:rsidTr="00F77AE8" w14:paraId="2D823153" w14:textId="77777777">
        <w:trPr>
          <w:trHeight w:val="663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7AE8" w:rsidR="00F77AE8" w:rsidP="004D1A86" w:rsidRDefault="00F77AE8" w14:paraId="6DE87905" w14:textId="77777777">
            <w:pPr>
              <w:pStyle w:val="Podpunkty"/>
              <w:ind w:hanging="32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7AE8" w:rsidR="00F77AE8" w:rsidP="004D1A86" w:rsidRDefault="00F77AE8" w14:paraId="0A77B5B2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 xml:space="preserve">zdobycie umiejętności sporządzania pism procesowych oraz projektów orzeczeń </w:t>
            </w:r>
            <w:r w:rsidRPr="00F77AE8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z w:val="24"/>
                <w:szCs w:val="24"/>
              </w:rPr>
              <w:t>z wyko</w:t>
            </w:r>
            <w:r>
              <w:rPr>
                <w:rFonts w:ascii="Corbel" w:hAnsi="Corbel"/>
                <w:b w:val="0"/>
                <w:sz w:val="24"/>
                <w:szCs w:val="24"/>
              </w:rPr>
              <w:t>rzystaniem wiedzy teoretycznej;</w:t>
            </w:r>
          </w:p>
        </w:tc>
      </w:tr>
      <w:tr w:rsidRPr="00E668FA" w:rsidR="00F77AE8" w:rsidTr="00F77AE8" w14:paraId="2CABAD2D" w14:textId="77777777">
        <w:trPr>
          <w:trHeight w:val="1202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7AE8" w:rsidR="00F77AE8" w:rsidP="004D1A86" w:rsidRDefault="00F77AE8" w14:paraId="76AB17D0" w14:textId="77777777">
            <w:pPr>
              <w:pStyle w:val="Podpunkty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7AE8" w:rsidR="00F77AE8" w:rsidP="004D1A86" w:rsidRDefault="00F77AE8" w14:paraId="1CBD7E86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usprawnienie umiejętności</w:t>
            </w:r>
            <w:r w:rsidRPr="00F77AE8">
              <w:rPr>
                <w:rFonts w:ascii="Corbel" w:hAnsi="Corbel"/>
                <w:b w:val="0"/>
                <w:sz w:val="24"/>
                <w:szCs w:val="24"/>
              </w:rPr>
              <w:t xml:space="preserve"> posługiwania się terminologią prawa karnego wykonawczego oraz różnymi metodami argumentacji, z przywołaniem podstawy prawnej, orzecznictwa sądowego oraz wyjaśnienia sposobu i przyczyn wskazy</w:t>
            </w:r>
            <w:r w:rsidR="00E52965">
              <w:rPr>
                <w:rFonts w:ascii="Corbel" w:hAnsi="Corbel"/>
                <w:b w:val="0"/>
                <w:sz w:val="24"/>
                <w:szCs w:val="24"/>
              </w:rPr>
              <w:t>wanego w rozwiązaniu rozwiązania</w:t>
            </w:r>
            <w:r w:rsidRPr="00F77AE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11F70A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E31F10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P="009C54AE" w:rsidRDefault="001D7B54" w14:paraId="1CF7F65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E52965" w:rsidR="00F77AE8" w:rsidTr="15D94D55" w14:paraId="70048BE1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F77AE8" w14:paraId="6FB1C0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52965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E52965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  <w:p w:rsidRPr="00E52965" w:rsidR="00F77AE8" w:rsidP="00E52965" w:rsidRDefault="00F77AE8" w14:paraId="112423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F77AE8" w14:paraId="326B2A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965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F77AE8" w14:paraId="543AD4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96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5296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E52965" w:rsidR="00F77AE8" w:rsidTr="15D94D55" w14:paraId="60ADA603" w14:textId="77777777">
        <w:trPr>
          <w:trHeight w:val="1344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F77AE8" w14:paraId="79772B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52965">
              <w:rPr>
                <w:rFonts w:ascii="Corbel" w:hAnsi="Corbel"/>
                <w:smallCaps w:val="0"/>
                <w:szCs w:val="24"/>
              </w:rPr>
              <w:t>EK</w:t>
            </w:r>
            <w:r w:rsidRPr="00E52965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15D94D55" w:rsidRDefault="00F77AE8" w14:paraId="6BBA81C8" w14:textId="23EE12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5D94D55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>definiuje i wymienia instytucje służące wykonaniu kar</w:t>
            </w:r>
            <w:r w:rsidRPr="15D94D55" w:rsidR="6699FB6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izolacyjnych</w:t>
            </w:r>
            <w:r w:rsidRPr="15D94D55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>, także w ujęciu historycznym z uwzględnieniem procesu ewolucji ze wskazaniem</w:t>
            </w:r>
            <w:r w:rsidRPr="15D94D55" w:rsidR="1B8DA24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przyczyn wprowadzanych zmian;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E52965" w14:paraId="6D11D8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965">
              <w:rPr>
                <w:rFonts w:ascii="Corbel" w:hAnsi="Corbel"/>
                <w:b w:val="0"/>
                <w:smallCaps w:val="0"/>
                <w:szCs w:val="24"/>
              </w:rPr>
              <w:t>K_W01, K_W03</w:t>
            </w:r>
          </w:p>
        </w:tc>
      </w:tr>
      <w:tr w:rsidRPr="00E52965" w:rsidR="00F77AE8" w:rsidTr="15D94D55" w14:paraId="312A5105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E52965" w14:paraId="00C6A6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E52965" w:rsidP="15D94D55" w:rsidRDefault="00E52965" w14:paraId="02A06EB1" w14:textId="1E5F5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5D94D55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>wybiera, przedstawia i interpretuje - konkretną instytucję wykonania sankcji wraz z zas</w:t>
            </w:r>
            <w:r w:rsidRPr="15D94D55" w:rsidR="00D47518">
              <w:rPr>
                <w:rFonts w:ascii="Corbel" w:hAnsi="Corbel"/>
                <w:b w:val="0"/>
                <w:bCs w:val="0"/>
                <w:caps w:val="0"/>
                <w:smallCaps w:val="0"/>
              </w:rPr>
              <w:t>tosowaniem</w:t>
            </w:r>
            <w:r w:rsidRPr="15D94D55" w:rsidR="4F7802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15D94D55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>i użyci</w:t>
            </w:r>
            <w:r w:rsidRPr="15D94D55" w:rsidR="1B8DA24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em właściwej podstawy prawnej; </w:t>
            </w:r>
            <w:r w:rsidRPr="15D94D55" w:rsidR="6699FB6A">
              <w:rPr>
                <w:rFonts w:ascii="Corbel" w:hAnsi="Corbel"/>
                <w:b w:val="0"/>
                <w:bCs w:val="0"/>
                <w:caps w:val="0"/>
                <w:smallCaps w:val="0"/>
              </w:rPr>
              <w:t>ocenia, szacuje i analizuje sytuację faktyczną</w:t>
            </w:r>
            <w:r w:rsidRPr="15D94D55" w:rsidR="7025901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15D94D55" w:rsidR="6699FB6A">
              <w:rPr>
                <w:rFonts w:ascii="Corbel" w:hAnsi="Corbel"/>
                <w:b w:val="0"/>
                <w:bCs w:val="0"/>
                <w:caps w:val="0"/>
                <w:smallCaps w:val="0"/>
              </w:rPr>
              <w:t>w zestawieniu z zaproponowaną decyzją procesową zmierzającą do wykonania sankcji lub też udzielenia odpowiedzi na wniosek strony inicjujący szczególne postępowanie wykonawcze;</w:t>
            </w:r>
          </w:p>
          <w:p w:rsidRPr="00E52965" w:rsidR="00E52965" w:rsidP="15D94D55" w:rsidRDefault="00E52965" w14:paraId="5FC31D58" w14:textId="6D4D64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5D94D55" w:rsidR="6699FB6A">
              <w:rPr>
                <w:rFonts w:ascii="Corbel" w:hAnsi="Corbel"/>
                <w:b w:val="0"/>
                <w:bCs w:val="0"/>
                <w:caps w:val="0"/>
                <w:smallCaps w:val="0"/>
              </w:rPr>
              <w:t>projektuje prośbę, wniosek lub skargę, formułuje zarzuty środka zaskarżenia, konstruuje konkretne pismo procesowe, adresuje je do właściwego funkcjonalnie organu;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E52965" w14:paraId="5B4996C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965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E52965" w:rsidR="00F77AE8" w:rsidTr="15D94D55" w14:paraId="64C392EC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E52965" w14:paraId="3F7308E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EK_03</w:t>
            </w:r>
          </w:p>
          <w:p w:rsidRPr="00E52965" w:rsidR="00F77AE8" w:rsidP="00E52965" w:rsidRDefault="00F77AE8" w14:paraId="3B2968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15D94D55" w:rsidRDefault="00F77AE8" w14:paraId="3EA73780" w14:textId="035F5E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5D94D55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>prezentuje zastosowanie konkretnej instytucji do podanego stanu faktyc</w:t>
            </w:r>
            <w:r w:rsidRPr="15D94D55" w:rsidR="00D47518">
              <w:rPr>
                <w:rFonts w:ascii="Corbel" w:hAnsi="Corbel"/>
                <w:b w:val="0"/>
                <w:bCs w:val="0"/>
                <w:caps w:val="0"/>
                <w:smallCaps w:val="0"/>
              </w:rPr>
              <w:t>znego oraz przedstawia przebieg</w:t>
            </w:r>
            <w:r>
              <w:br/>
            </w:r>
            <w:r w:rsidRPr="15D94D55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>i tryb postępow</w:t>
            </w:r>
            <w:r w:rsidRPr="15D94D55" w:rsidR="00D47518">
              <w:rPr>
                <w:rFonts w:ascii="Corbel" w:hAnsi="Corbel"/>
                <w:b w:val="0"/>
                <w:bCs w:val="0"/>
                <w:caps w:val="0"/>
                <w:smallCaps w:val="0"/>
              </w:rPr>
              <w:t>ania poszczególnych uczestników</w:t>
            </w:r>
            <w:r>
              <w:br/>
            </w:r>
            <w:r w:rsidRPr="15D94D55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 związku z daną instytucją, a także proponuje rozwiązania alternatywne, przy modyfikacji niektórych elementów </w:t>
            </w:r>
            <w:r w:rsidRPr="15D94D55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stanu faktycznego;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E52965" w14:paraId="300902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</w:tc>
      </w:tr>
      <w:tr w:rsidRPr="00E52965" w:rsidR="00F77AE8" w:rsidTr="15D94D55" w14:paraId="35E6EBE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E52965" w14:paraId="3DE855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EK_04</w:t>
            </w:r>
          </w:p>
          <w:p w:rsidRPr="00E52965" w:rsidR="00F77AE8" w:rsidP="00E52965" w:rsidRDefault="00F77AE8" w14:paraId="152DB3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E52965" w:rsidP="15D94D55" w:rsidRDefault="00E52965" w14:paraId="664AA203" w14:textId="2B5A23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5D94D55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>odtwarza na podstawie analizy tekstu prawnego argumentację za wyborem danego rozwiązania, a także reaguje na ukryte w stanach faktycznych odrębności, które wymuszają inną odpo</w:t>
            </w:r>
            <w:r w:rsidRPr="15D94D55" w:rsidR="00D47518">
              <w:rPr>
                <w:rFonts w:ascii="Corbel" w:hAnsi="Corbel"/>
                <w:b w:val="0"/>
                <w:bCs w:val="0"/>
                <w:caps w:val="0"/>
                <w:smallCaps w:val="0"/>
              </w:rPr>
              <w:t>wiedź niż zasugerowana</w:t>
            </w:r>
            <w:r w:rsidRPr="15D94D55" w:rsidR="0908E2D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15D94D55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>w pierwotnym rozwiązaniu;</w:t>
            </w:r>
            <w:r w:rsidRPr="15D94D55" w:rsidR="68CCCC9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15D94D55" w:rsidR="6699FB6A">
              <w:rPr>
                <w:rFonts w:ascii="Corbel" w:hAnsi="Corbel"/>
                <w:b w:val="0"/>
                <w:bCs w:val="0"/>
                <w:caps w:val="0"/>
                <w:smallCaps w:val="0"/>
              </w:rPr>
              <w:t>zmienia przywoływane argumenty oraz podstawy prawne, rewiduje wydawane decyzje, wskazuje na możliwości zreorganizowania lub urozmaicenia przebiegu postępowania wykonawczego w analizowanym stanie faktycznym;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E52965" w14:paraId="58364A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E52965" w:rsidR="00F77AE8" w:rsidTr="15D94D55" w14:paraId="5AA7A9AC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F100FD" w14:paraId="76F5C9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EK_05</w:t>
            </w:r>
          </w:p>
          <w:p w:rsidRPr="00E52965" w:rsidR="00F77AE8" w:rsidP="00E52965" w:rsidRDefault="00F77AE8" w14:paraId="4E329F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15D94D55" w:rsidRDefault="00F77AE8" w14:paraId="07288191" w14:textId="49FB3B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5D94D55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posługuje się sprawnie przepisami kodeksu karnego, kodeksu postępowania karnego, kodeksu karnego wykonawczego i korzysta z innych źródeł prawa;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F100FD" w14:paraId="37FF5D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E52965" w:rsidR="00F77AE8" w:rsidTr="15D94D55" w14:paraId="7CE35E2A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F100FD" w14:paraId="6D25092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EK_06</w:t>
            </w:r>
          </w:p>
          <w:p w:rsidRPr="00E52965" w:rsidR="00F77AE8" w:rsidP="00E52965" w:rsidRDefault="00F77AE8" w14:paraId="40DCAC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15D94D55" w:rsidRDefault="00F77AE8" w14:paraId="6CC81A8A" w14:textId="3F18C3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5D94D55" w:rsidR="00F77AE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wysłuchuje argumentacji innych, weryfikuje lub kwestionuje przedstawioną sytuację, przedstawia własne stanowisko;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965" w:rsidR="00F77AE8" w:rsidP="00E52965" w:rsidRDefault="00F100FD" w14:paraId="53AF08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7303BF" w:rsidR="00F100FD" w:rsidTr="15D94D55" w14:paraId="67CF813F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100FD" w:rsidR="00F100FD" w:rsidP="00F100FD" w:rsidRDefault="00F100FD" w14:paraId="39A07B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00FD"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60FD" w:rsidR="00F100FD" w:rsidP="15D94D55" w:rsidRDefault="00F100FD" w14:paraId="5CA61CBF" w14:textId="77777777">
            <w:pPr>
              <w:pStyle w:val="TableParagraph"/>
              <w:tabs>
                <w:tab w:val="left" w:pos="1625"/>
                <w:tab w:val="left" w:pos="1896"/>
                <w:tab w:val="left" w:pos="2914"/>
                <w:tab w:val="left" w:pos="4265"/>
                <w:tab w:val="left" w:pos="4536"/>
              </w:tabs>
              <w:ind w:left="0" w:right="100"/>
              <w:jc w:val="both"/>
              <w:rPr>
                <w:sz w:val="24"/>
                <w:szCs w:val="24"/>
              </w:rPr>
            </w:pPr>
            <w:r w:rsidRPr="00A760FD" w:rsidR="4B8BC3D1">
              <w:rPr>
                <w:sz w:val="24"/>
                <w:szCs w:val="24"/>
              </w:rPr>
              <w:t xml:space="preserve">identyfikuje i </w:t>
            </w:r>
            <w:r w:rsidR="4B8BC3D1">
              <w:rPr>
                <w:spacing w:val="-1"/>
                <w:sz w:val="24"/>
                <w:szCs w:val="24"/>
              </w:rPr>
              <w:t>rozwiązuje dylematy moralne</w:t>
            </w:r>
            <w:r>
              <w:rPr>
                <w:spacing w:val="-1"/>
                <w:sz w:val="24"/>
                <w:szCs w:val="24"/>
              </w:rPr>
              <w:br/>
            </w:r>
            <w:r w:rsidRPr="00A760FD" w:rsidR="4B8BC3D1">
              <w:rPr>
                <w:spacing w:val="-1"/>
                <w:sz w:val="24"/>
                <w:szCs w:val="24"/>
              </w:rPr>
              <w:t>i etyczne związane ze stosowaniem prawa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F100FD" w:rsidP="00F100FD" w:rsidRDefault="00F100FD" w14:paraId="6BA9AF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K_Ko6</w:t>
            </w:r>
          </w:p>
        </w:tc>
      </w:tr>
    </w:tbl>
    <w:p w:rsidRPr="009C54AE" w:rsidR="0085747A" w:rsidP="009C54AE" w:rsidRDefault="0085747A" w14:paraId="1E9E3FD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A10C4" w:rsidP="009C54AE" w:rsidRDefault="00675843" w14:paraId="3804729A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:rsidRPr="009C54AE" w:rsidR="0085747A" w:rsidP="009C54AE" w:rsidRDefault="007327BD" w14:paraId="1DAD40B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:rsidR="0085747A" w:rsidP="009C54AE" w:rsidRDefault="0085747A" w14:paraId="1A983387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5D94D55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F100FD" w:rsidR="00AA10C4" w:rsidTr="00F100FD" w14:paraId="5547BB2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00FD" w:rsidR="00AA10C4" w:rsidP="00F100FD" w:rsidRDefault="00AA10C4" w14:paraId="25FF7C1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F100FD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Pr="00F100FD" w:rsidR="00AA10C4" w:rsidTr="00F100FD" w14:paraId="1B89BB4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00FD" w:rsidR="00AA10C4" w:rsidP="00F100FD" w:rsidRDefault="00D47518" w14:paraId="3BE356E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0FD">
              <w:rPr>
                <w:rFonts w:ascii="Corbel" w:hAnsi="Corbel"/>
                <w:sz w:val="24"/>
                <w:szCs w:val="24"/>
              </w:rPr>
              <w:t xml:space="preserve">1. </w:t>
            </w:r>
            <w:r w:rsidRPr="00F100FD" w:rsidR="00F100FD">
              <w:rPr>
                <w:rFonts w:ascii="Corbel" w:hAnsi="Corbel"/>
                <w:sz w:val="24"/>
                <w:szCs w:val="24"/>
              </w:rPr>
              <w:t xml:space="preserve">Prawo penitencjarne – pojęcie i zakres </w:t>
            </w:r>
            <w:r w:rsidR="00A670F0">
              <w:rPr>
                <w:rFonts w:ascii="Corbel" w:hAnsi="Corbel"/>
                <w:sz w:val="24"/>
                <w:szCs w:val="24"/>
              </w:rPr>
              <w:t>–</w:t>
            </w:r>
            <w:r w:rsidRPr="00F100FD" w:rsidR="00F100FD">
              <w:rPr>
                <w:rFonts w:ascii="Corbel" w:hAnsi="Corbel"/>
                <w:sz w:val="24"/>
                <w:szCs w:val="24"/>
              </w:rPr>
              <w:t xml:space="preserve"> </w:t>
            </w:r>
            <w:r w:rsidR="00A670F0">
              <w:rPr>
                <w:rFonts w:ascii="Corbel" w:hAnsi="Corbel"/>
                <w:sz w:val="24"/>
                <w:szCs w:val="24"/>
              </w:rPr>
              <w:t>1,5</w:t>
            </w:r>
            <w:r w:rsidRPr="00F100FD" w:rsidR="00AA10C4">
              <w:rPr>
                <w:rFonts w:ascii="Corbel" w:hAnsi="Corbel"/>
                <w:sz w:val="24"/>
                <w:szCs w:val="24"/>
              </w:rPr>
              <w:t>h.</w:t>
            </w:r>
          </w:p>
        </w:tc>
      </w:tr>
      <w:tr w:rsidRPr="00F100FD" w:rsidR="00AA10C4" w:rsidTr="00F100FD" w14:paraId="663D181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00FD" w:rsidR="00AA10C4" w:rsidP="00F100FD" w:rsidRDefault="00D47518" w14:paraId="0DE35B9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00FD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F100FD" w:rsidR="00F100FD">
              <w:rPr>
                <w:rFonts w:ascii="Corbel" w:hAnsi="Corbel"/>
                <w:sz w:val="24"/>
                <w:szCs w:val="24"/>
              </w:rPr>
              <w:t>Prawo penitencjarne, a inne nauki</w:t>
            </w:r>
            <w:r w:rsidR="00A670F0">
              <w:rPr>
                <w:rFonts w:ascii="Corbel" w:hAnsi="Corbel"/>
                <w:sz w:val="24"/>
                <w:szCs w:val="24"/>
              </w:rPr>
              <w:t xml:space="preserve"> – 1,5</w:t>
            </w:r>
            <w:r w:rsidRPr="00F100FD" w:rsidR="00AA10C4">
              <w:rPr>
                <w:rFonts w:ascii="Corbel" w:hAnsi="Corbel"/>
                <w:sz w:val="24"/>
                <w:szCs w:val="24"/>
              </w:rPr>
              <w:t>h.</w:t>
            </w:r>
          </w:p>
        </w:tc>
      </w:tr>
      <w:tr w:rsidRPr="00F100FD" w:rsidR="00F100FD" w:rsidTr="00A670F0" w14:paraId="37A10163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9639" w:type="dxa"/>
          </w:tcPr>
          <w:p w:rsidRPr="00F100FD" w:rsidR="00F100FD" w:rsidP="00F100FD" w:rsidRDefault="00F100FD" w14:paraId="50D28765" w14:textId="7777777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F100FD">
              <w:rPr>
                <w:rFonts w:ascii="Corbel" w:hAnsi="Corbel" w:cs="Tahoma"/>
                <w:color w:val="000000"/>
              </w:rPr>
              <w:t>3. Systemy wykonywania kary pozbawienia wolności - ujęcie historyczne</w:t>
            </w:r>
            <w:r w:rsidR="00A670F0">
              <w:rPr>
                <w:rFonts w:ascii="Corbel" w:hAnsi="Corbel" w:cs="Tahoma"/>
                <w:color w:val="000000"/>
              </w:rPr>
              <w:t xml:space="preserve"> </w:t>
            </w:r>
            <w:r w:rsidRPr="00F100FD" w:rsidR="00A670F0">
              <w:rPr>
                <w:rFonts w:ascii="Corbel" w:hAnsi="Corbel"/>
              </w:rPr>
              <w:t>- 1h.</w:t>
            </w:r>
          </w:p>
        </w:tc>
      </w:tr>
      <w:tr w:rsidRPr="00F100FD" w:rsidR="00F100FD" w:rsidTr="00F100FD" w14:paraId="59BCF39F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639" w:type="dxa"/>
          </w:tcPr>
          <w:p w:rsidRPr="00F100FD" w:rsidR="00F100FD" w:rsidP="00F100FD" w:rsidRDefault="00A670F0" w14:paraId="36BF08AF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4. Źródła prawa penitencjarnego </w:t>
            </w:r>
            <w:r w:rsidRPr="00F100FD">
              <w:rPr>
                <w:rFonts w:ascii="Corbel" w:hAnsi="Corbel"/>
              </w:rPr>
              <w:t>- 1h.</w:t>
            </w:r>
          </w:p>
        </w:tc>
      </w:tr>
      <w:tr w:rsidRPr="00F100FD" w:rsidR="00F100FD" w:rsidTr="00F100FD" w14:paraId="2A4E3079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9"/>
        </w:trPr>
        <w:tc>
          <w:tcPr>
            <w:tcW w:w="9639" w:type="dxa"/>
          </w:tcPr>
          <w:p w:rsidRPr="00F100FD" w:rsidR="00F100FD" w:rsidP="00F100FD" w:rsidRDefault="00F100FD" w14:paraId="40DAF0A1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 w:rsidRPr="00F100FD">
              <w:rPr>
                <w:rFonts w:ascii="Corbel" w:hAnsi="Corbel" w:cs="Tahoma"/>
                <w:color w:val="000000"/>
              </w:rPr>
              <w:t>5. Międzynarodowe standardy wykony</w:t>
            </w:r>
            <w:r w:rsidR="00A670F0">
              <w:rPr>
                <w:rFonts w:ascii="Corbel" w:hAnsi="Corbel" w:cs="Tahoma"/>
                <w:color w:val="000000"/>
              </w:rPr>
              <w:t xml:space="preserve">wania kary pozbawienia wolności </w:t>
            </w:r>
            <w:r w:rsidR="00A670F0">
              <w:rPr>
                <w:rFonts w:ascii="Corbel" w:hAnsi="Corbel"/>
              </w:rPr>
              <w:t>- 2</w:t>
            </w:r>
            <w:r w:rsidRPr="00F100FD" w:rsidR="00A670F0">
              <w:rPr>
                <w:rFonts w:ascii="Corbel" w:hAnsi="Corbel"/>
              </w:rPr>
              <w:t>h.</w:t>
            </w:r>
          </w:p>
        </w:tc>
      </w:tr>
      <w:tr w:rsidRPr="00F100FD" w:rsidR="00F100FD" w:rsidTr="00A670F0" w14:paraId="4DADB7DC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9639" w:type="dxa"/>
          </w:tcPr>
          <w:p w:rsidRPr="00F100FD" w:rsidR="00F100FD" w:rsidP="00F100FD" w:rsidRDefault="00F100FD" w14:paraId="14A65F96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 w:rsidRPr="00F100FD">
              <w:rPr>
                <w:rFonts w:ascii="Corbel" w:hAnsi="Corbel" w:cs="Tahoma"/>
                <w:color w:val="000000"/>
              </w:rPr>
              <w:t>6. Cele wykonywania kary pozbawienia wolności</w:t>
            </w:r>
            <w:r w:rsidR="00A670F0">
              <w:rPr>
                <w:rFonts w:ascii="Corbel" w:hAnsi="Corbel" w:cs="Tahoma"/>
                <w:color w:val="000000"/>
              </w:rPr>
              <w:t xml:space="preserve"> </w:t>
            </w:r>
            <w:r w:rsidRPr="00F100FD" w:rsidR="00A670F0">
              <w:rPr>
                <w:rFonts w:ascii="Corbel" w:hAnsi="Corbel"/>
              </w:rPr>
              <w:t>- 1h.</w:t>
            </w:r>
          </w:p>
        </w:tc>
      </w:tr>
      <w:tr w:rsidRPr="00F100FD" w:rsidR="00F100FD" w:rsidTr="00F100FD" w14:paraId="1131A589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9639" w:type="dxa"/>
          </w:tcPr>
          <w:p w:rsidRPr="00F100FD" w:rsidR="00F100FD" w:rsidP="00F100FD" w:rsidRDefault="00F100FD" w14:paraId="1C735FDF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 w:rsidRPr="00F100FD">
              <w:rPr>
                <w:rFonts w:ascii="Corbel" w:hAnsi="Corbel" w:cs="Tahoma"/>
                <w:color w:val="000000"/>
              </w:rPr>
              <w:t>7. Klasyfikacja skazanych</w:t>
            </w:r>
            <w:r w:rsidR="00A670F0">
              <w:rPr>
                <w:rFonts w:ascii="Corbel" w:hAnsi="Corbel" w:cs="Tahoma"/>
                <w:color w:val="000000"/>
              </w:rPr>
              <w:t xml:space="preserve"> </w:t>
            </w:r>
            <w:r w:rsidR="00A670F0">
              <w:rPr>
                <w:rFonts w:ascii="Corbel" w:hAnsi="Corbel"/>
              </w:rPr>
              <w:t>- 2</w:t>
            </w:r>
            <w:r w:rsidRPr="00F100FD" w:rsidR="00A670F0">
              <w:rPr>
                <w:rFonts w:ascii="Corbel" w:hAnsi="Corbel"/>
              </w:rPr>
              <w:t>h.</w:t>
            </w:r>
          </w:p>
        </w:tc>
      </w:tr>
      <w:tr w:rsidRPr="00F100FD" w:rsidR="00F100FD" w:rsidTr="00F100FD" w14:paraId="2A22F71E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639" w:type="dxa"/>
          </w:tcPr>
          <w:p w:rsidRPr="00F100FD" w:rsidR="00F100FD" w:rsidP="00F100FD" w:rsidRDefault="00F100FD" w14:paraId="38A84319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 w:rsidRPr="00F100FD">
              <w:rPr>
                <w:rFonts w:ascii="Corbel" w:hAnsi="Corbel" w:cs="Tahoma"/>
                <w:color w:val="000000"/>
              </w:rPr>
              <w:t>11. Status skazanego</w:t>
            </w:r>
            <w:r w:rsidRPr="00F100FD" w:rsidR="00A670F0">
              <w:rPr>
                <w:rFonts w:ascii="Corbel" w:hAnsi="Corbel"/>
              </w:rPr>
              <w:t>- 1h.</w:t>
            </w:r>
          </w:p>
        </w:tc>
      </w:tr>
      <w:tr w:rsidRPr="00F100FD" w:rsidR="00F100FD" w:rsidTr="00F100FD" w14:paraId="2DDFDEAD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639" w:type="dxa"/>
          </w:tcPr>
          <w:p w:rsidRPr="00F100FD" w:rsidR="00F100FD" w:rsidP="00F100FD" w:rsidRDefault="00F100FD" w14:paraId="1A6EF5FE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 w:rsidRPr="00F100FD">
              <w:rPr>
                <w:rFonts w:ascii="Corbel" w:hAnsi="Corbel" w:cs="Tahoma"/>
                <w:color w:val="000000"/>
              </w:rPr>
              <w:t>13. Nadzór nad wykonyw</w:t>
            </w:r>
            <w:r w:rsidR="00A670F0">
              <w:rPr>
                <w:rFonts w:ascii="Corbel" w:hAnsi="Corbel" w:cs="Tahoma"/>
                <w:color w:val="000000"/>
              </w:rPr>
              <w:t xml:space="preserve">aniem kary pozbawienia wolności </w:t>
            </w:r>
            <w:r w:rsidRPr="00F100FD" w:rsidR="00A670F0">
              <w:rPr>
                <w:rFonts w:ascii="Corbel" w:hAnsi="Corbel"/>
              </w:rPr>
              <w:t>- 1h.</w:t>
            </w:r>
          </w:p>
        </w:tc>
      </w:tr>
      <w:tr w:rsidRPr="00F100FD" w:rsidR="00F100FD" w:rsidTr="00F100FD" w14:paraId="2532E5CC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4"/>
        </w:trPr>
        <w:tc>
          <w:tcPr>
            <w:tcW w:w="9639" w:type="dxa"/>
          </w:tcPr>
          <w:p w:rsidRPr="00F100FD" w:rsidR="00F100FD" w:rsidP="00F100FD" w:rsidRDefault="00F100FD" w14:paraId="006E5EAE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 w:rsidRPr="00F100FD">
              <w:rPr>
                <w:rFonts w:ascii="Corbel" w:hAnsi="Corbel" w:cs="Tahoma"/>
                <w:color w:val="000000"/>
              </w:rPr>
              <w:t>15. Odroczenie i przerwa w wykonywaniu kary pozbawienia wolności</w:t>
            </w:r>
            <w:r w:rsidR="00A670F0">
              <w:rPr>
                <w:rFonts w:ascii="Corbel" w:hAnsi="Corbel" w:cs="Tahoma"/>
                <w:color w:val="000000"/>
              </w:rPr>
              <w:t xml:space="preserve"> </w:t>
            </w:r>
            <w:r w:rsidR="00A670F0">
              <w:rPr>
                <w:rFonts w:ascii="Corbel" w:hAnsi="Corbel"/>
              </w:rPr>
              <w:t>–</w:t>
            </w:r>
            <w:r w:rsidRPr="00F100FD" w:rsidR="00A670F0">
              <w:rPr>
                <w:rFonts w:ascii="Corbel" w:hAnsi="Corbel"/>
              </w:rPr>
              <w:t xml:space="preserve"> 1</w:t>
            </w:r>
            <w:r w:rsidR="00A670F0">
              <w:rPr>
                <w:rFonts w:ascii="Corbel" w:hAnsi="Corbel"/>
              </w:rPr>
              <w:t xml:space="preserve">,5 </w:t>
            </w:r>
            <w:r w:rsidRPr="00F100FD" w:rsidR="00A670F0">
              <w:rPr>
                <w:rFonts w:ascii="Corbel" w:hAnsi="Corbel"/>
              </w:rPr>
              <w:t>h.</w:t>
            </w:r>
          </w:p>
        </w:tc>
      </w:tr>
      <w:tr w:rsidRPr="00F100FD" w:rsidR="00F100FD" w:rsidTr="00F100FD" w14:paraId="099050A0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9639" w:type="dxa"/>
          </w:tcPr>
          <w:p w:rsidRPr="00F100FD" w:rsidR="00F100FD" w:rsidP="00F100FD" w:rsidRDefault="00F100FD" w14:paraId="2CA67983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 w:rsidRPr="00F100FD">
              <w:rPr>
                <w:rFonts w:ascii="Corbel" w:hAnsi="Corbel" w:cs="Tahoma"/>
                <w:color w:val="000000"/>
              </w:rPr>
              <w:t>16. Warunkowe przedterminowe zwolnienie</w:t>
            </w:r>
            <w:r w:rsidR="00A670F0">
              <w:rPr>
                <w:rFonts w:ascii="Corbel" w:hAnsi="Corbel" w:cs="Tahoma"/>
                <w:color w:val="000000"/>
              </w:rPr>
              <w:t xml:space="preserve"> </w:t>
            </w:r>
            <w:r w:rsidR="00A670F0">
              <w:rPr>
                <w:rFonts w:ascii="Corbel" w:hAnsi="Corbel"/>
              </w:rPr>
              <w:t>–</w:t>
            </w:r>
            <w:r w:rsidRPr="00F100FD" w:rsidR="00A670F0">
              <w:rPr>
                <w:rFonts w:ascii="Corbel" w:hAnsi="Corbel"/>
              </w:rPr>
              <w:t xml:space="preserve"> 1</w:t>
            </w:r>
            <w:r w:rsidR="00A670F0">
              <w:rPr>
                <w:rFonts w:ascii="Corbel" w:hAnsi="Corbel"/>
              </w:rPr>
              <w:t>,5</w:t>
            </w:r>
            <w:r w:rsidRPr="00F100FD" w:rsidR="00A670F0">
              <w:rPr>
                <w:rFonts w:ascii="Corbel" w:hAnsi="Corbel"/>
              </w:rPr>
              <w:t>h.</w:t>
            </w:r>
          </w:p>
        </w:tc>
      </w:tr>
    </w:tbl>
    <w:p w:rsidRPr="009C54AE" w:rsidR="00D804E6" w:rsidP="009C54AE" w:rsidRDefault="00D804E6" w14:paraId="0071C48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85747A" w14:paraId="278D72A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5D94D55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15D94D55" w:rsidR="009F4610">
        <w:rPr>
          <w:rFonts w:ascii="Corbel" w:hAnsi="Corbel"/>
          <w:sz w:val="24"/>
          <w:szCs w:val="24"/>
        </w:rPr>
        <w:t xml:space="preserve">, </w:t>
      </w:r>
      <w:r w:rsidRPr="15D94D55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F100FD" w:rsidR="00A670F0" w:rsidTr="007D5389" w14:paraId="17901D3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00FD" w:rsidR="00A670F0" w:rsidP="007D5389" w:rsidRDefault="00A670F0" w14:paraId="238745D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F100FD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Pr="00F100FD" w:rsidR="00A670F0" w:rsidTr="007D5389" w14:paraId="0D3F31B3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9639" w:type="dxa"/>
          </w:tcPr>
          <w:p w:rsidRPr="00F100FD" w:rsidR="00A670F0" w:rsidP="007D5389" w:rsidRDefault="00A670F0" w14:paraId="0EBD3FA4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1</w:t>
            </w:r>
            <w:r w:rsidRPr="00F100FD">
              <w:rPr>
                <w:rFonts w:ascii="Corbel" w:hAnsi="Corbel" w:cs="Tahoma"/>
                <w:color w:val="000000"/>
              </w:rPr>
              <w:t>. Cele wykonywania kary pozbawienia wolności</w:t>
            </w:r>
            <w:r>
              <w:rPr>
                <w:rFonts w:ascii="Corbel" w:hAnsi="Corbel" w:cs="Tahoma"/>
                <w:color w:val="000000"/>
              </w:rPr>
              <w:t xml:space="preserve"> </w:t>
            </w:r>
            <w:r w:rsidRPr="00F100FD">
              <w:rPr>
                <w:rFonts w:ascii="Corbel" w:hAnsi="Corbel"/>
              </w:rPr>
              <w:t>- 1h.</w:t>
            </w:r>
          </w:p>
        </w:tc>
      </w:tr>
      <w:tr w:rsidRPr="00F100FD" w:rsidR="00A670F0" w:rsidTr="007D5389" w14:paraId="74F918B6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9639" w:type="dxa"/>
          </w:tcPr>
          <w:p w:rsidRPr="00F100FD" w:rsidR="00A670F0" w:rsidP="007D5389" w:rsidRDefault="00A670F0" w14:paraId="4C625F91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2</w:t>
            </w:r>
            <w:r w:rsidRPr="00F100FD">
              <w:rPr>
                <w:rFonts w:ascii="Corbel" w:hAnsi="Corbel" w:cs="Tahoma"/>
                <w:color w:val="000000"/>
              </w:rPr>
              <w:t>. Klasyfikacja skazanych</w:t>
            </w:r>
            <w:r>
              <w:rPr>
                <w:rFonts w:ascii="Corbel" w:hAnsi="Corbel" w:cs="Tahoma"/>
                <w:color w:val="000000"/>
              </w:rPr>
              <w:t xml:space="preserve"> </w:t>
            </w:r>
            <w:r>
              <w:rPr>
                <w:rFonts w:ascii="Corbel" w:hAnsi="Corbel"/>
              </w:rPr>
              <w:t>–</w:t>
            </w:r>
            <w:r w:rsidRPr="00F100FD">
              <w:rPr>
                <w:rFonts w:ascii="Corbel" w:hAnsi="Corbel"/>
              </w:rPr>
              <w:t xml:space="preserve"> 1</w:t>
            </w:r>
            <w:r>
              <w:rPr>
                <w:rFonts w:ascii="Corbel" w:hAnsi="Corbel"/>
              </w:rPr>
              <w:t>,5</w:t>
            </w:r>
            <w:r w:rsidRPr="00F100FD">
              <w:rPr>
                <w:rFonts w:ascii="Corbel" w:hAnsi="Corbel"/>
              </w:rPr>
              <w:t>h.</w:t>
            </w:r>
          </w:p>
        </w:tc>
      </w:tr>
      <w:tr w:rsidRPr="00F100FD" w:rsidR="00A670F0" w:rsidTr="007D5389" w14:paraId="17A715EB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9639" w:type="dxa"/>
          </w:tcPr>
          <w:p w:rsidRPr="00F100FD" w:rsidR="00A670F0" w:rsidP="007D5389" w:rsidRDefault="00A670F0" w14:paraId="1335F28F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3</w:t>
            </w:r>
            <w:r w:rsidRPr="00F100FD">
              <w:rPr>
                <w:rFonts w:ascii="Corbel" w:hAnsi="Corbel" w:cs="Tahoma"/>
                <w:color w:val="000000"/>
              </w:rPr>
              <w:t>. Typy i rodzaje zakładów karnych</w:t>
            </w:r>
            <w:r>
              <w:rPr>
                <w:rFonts w:ascii="Corbel" w:hAnsi="Corbel" w:cs="Tahoma"/>
                <w:color w:val="000000"/>
              </w:rPr>
              <w:t xml:space="preserve"> </w:t>
            </w:r>
            <w:r>
              <w:rPr>
                <w:rFonts w:ascii="Corbel" w:hAnsi="Corbel"/>
              </w:rPr>
              <w:t>–</w:t>
            </w:r>
            <w:r w:rsidRPr="00F100FD">
              <w:rPr>
                <w:rFonts w:ascii="Corbel" w:hAnsi="Corbel"/>
              </w:rPr>
              <w:t xml:space="preserve"> 1</w:t>
            </w:r>
            <w:r>
              <w:rPr>
                <w:rFonts w:ascii="Corbel" w:hAnsi="Corbel"/>
              </w:rPr>
              <w:t>,5</w:t>
            </w:r>
            <w:r w:rsidRPr="00F100FD">
              <w:rPr>
                <w:rFonts w:ascii="Corbel" w:hAnsi="Corbel"/>
              </w:rPr>
              <w:t>h.</w:t>
            </w:r>
          </w:p>
        </w:tc>
      </w:tr>
      <w:tr w:rsidRPr="00F100FD" w:rsidR="00A670F0" w:rsidTr="007D5389" w14:paraId="3140E726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9639" w:type="dxa"/>
          </w:tcPr>
          <w:p w:rsidRPr="00F100FD" w:rsidR="00A670F0" w:rsidP="007D5389" w:rsidRDefault="00A670F0" w14:paraId="0000942B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4</w:t>
            </w:r>
            <w:r w:rsidRPr="00F100FD">
              <w:rPr>
                <w:rFonts w:ascii="Corbel" w:hAnsi="Corbel" w:cs="Tahoma"/>
                <w:color w:val="000000"/>
              </w:rPr>
              <w:t>. Systemy wykonywani kary pozbawienia wolności</w:t>
            </w:r>
            <w:r>
              <w:rPr>
                <w:rFonts w:ascii="Corbel" w:hAnsi="Corbel" w:cs="Tahoma"/>
                <w:color w:val="000000"/>
              </w:rPr>
              <w:t xml:space="preserve"> </w:t>
            </w:r>
            <w:r>
              <w:rPr>
                <w:rFonts w:ascii="Corbel" w:hAnsi="Corbel"/>
              </w:rPr>
              <w:t>–</w:t>
            </w:r>
            <w:r w:rsidRPr="00F100FD">
              <w:rPr>
                <w:rFonts w:ascii="Corbel" w:hAnsi="Corbel"/>
              </w:rPr>
              <w:t xml:space="preserve"> 1</w:t>
            </w:r>
            <w:r>
              <w:rPr>
                <w:rFonts w:ascii="Corbel" w:hAnsi="Corbel"/>
              </w:rPr>
              <w:t>,5</w:t>
            </w:r>
            <w:r w:rsidRPr="00F100FD">
              <w:rPr>
                <w:rFonts w:ascii="Corbel" w:hAnsi="Corbel"/>
              </w:rPr>
              <w:t>h.</w:t>
            </w:r>
          </w:p>
        </w:tc>
      </w:tr>
      <w:tr w:rsidRPr="00F100FD" w:rsidR="00A670F0" w:rsidTr="007D5389" w14:paraId="21635322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9639" w:type="dxa"/>
          </w:tcPr>
          <w:p w:rsidRPr="00F100FD" w:rsidR="00A670F0" w:rsidP="007D5389" w:rsidRDefault="00A670F0" w14:paraId="21F0791F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5</w:t>
            </w:r>
            <w:r w:rsidRPr="00F100FD">
              <w:rPr>
                <w:rFonts w:ascii="Corbel" w:hAnsi="Corbel" w:cs="Tahoma"/>
                <w:color w:val="000000"/>
              </w:rPr>
              <w:t>. Środki oddziaływania penitencjarnego</w:t>
            </w:r>
            <w:r>
              <w:rPr>
                <w:rFonts w:ascii="Corbel" w:hAnsi="Corbel" w:cs="Tahoma"/>
                <w:color w:val="000000"/>
              </w:rPr>
              <w:t xml:space="preserve"> </w:t>
            </w:r>
            <w:r>
              <w:rPr>
                <w:rFonts w:ascii="Corbel" w:hAnsi="Corbel"/>
              </w:rPr>
              <w:t>- 2</w:t>
            </w:r>
            <w:r w:rsidRPr="00F100FD">
              <w:rPr>
                <w:rFonts w:ascii="Corbel" w:hAnsi="Corbel"/>
              </w:rPr>
              <w:t>h.</w:t>
            </w:r>
          </w:p>
        </w:tc>
      </w:tr>
      <w:tr w:rsidRPr="00F100FD" w:rsidR="00A670F0" w:rsidTr="007D5389" w14:paraId="1201E766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639" w:type="dxa"/>
          </w:tcPr>
          <w:p w:rsidRPr="00F100FD" w:rsidR="00A670F0" w:rsidP="007D5389" w:rsidRDefault="00A670F0" w14:paraId="7A791404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6</w:t>
            </w:r>
            <w:r w:rsidRPr="00F100FD">
              <w:rPr>
                <w:rFonts w:ascii="Corbel" w:hAnsi="Corbel" w:cs="Tahoma"/>
                <w:color w:val="000000"/>
              </w:rPr>
              <w:t>. Status skazanego</w:t>
            </w:r>
            <w:r w:rsidRPr="00F100FD">
              <w:rPr>
                <w:rFonts w:ascii="Corbel" w:hAnsi="Corbel"/>
              </w:rPr>
              <w:t>- 1h.</w:t>
            </w:r>
          </w:p>
        </w:tc>
      </w:tr>
      <w:tr w:rsidRPr="00F100FD" w:rsidR="00A670F0" w:rsidTr="007D5389" w14:paraId="020D4371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5"/>
        </w:trPr>
        <w:tc>
          <w:tcPr>
            <w:tcW w:w="9639" w:type="dxa"/>
          </w:tcPr>
          <w:p w:rsidRPr="00A670F0" w:rsidR="00A670F0" w:rsidP="007D5389" w:rsidRDefault="00A670F0" w14:paraId="6E16F6F7" w14:textId="77777777">
            <w:pPr>
              <w:pStyle w:val="NormalnyWeb"/>
              <w:spacing w:before="0" w:after="90"/>
              <w:rPr>
                <w:rFonts w:ascii="Corbel" w:hAnsi="Corbel" w:cs="Tahoma"/>
                <w:b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lastRenderedPageBreak/>
              <w:t>7</w:t>
            </w:r>
            <w:r w:rsidRPr="00F100FD">
              <w:rPr>
                <w:rFonts w:ascii="Corbel" w:hAnsi="Corbel" w:cs="Tahoma"/>
                <w:color w:val="000000"/>
              </w:rPr>
              <w:t>. Zasady postępowania ze skazanymi tzw. niebezpiecznymi</w:t>
            </w:r>
            <w:r>
              <w:rPr>
                <w:rFonts w:ascii="Corbel" w:hAnsi="Corbel" w:cs="Tahoma"/>
                <w:color w:val="000000"/>
              </w:rPr>
              <w:t xml:space="preserve"> </w:t>
            </w:r>
            <w:r w:rsidRPr="00F100FD">
              <w:rPr>
                <w:rFonts w:ascii="Corbel" w:hAnsi="Corbel"/>
              </w:rPr>
              <w:t>- 1h.</w:t>
            </w:r>
          </w:p>
        </w:tc>
      </w:tr>
      <w:tr w:rsidRPr="00F100FD" w:rsidR="00A670F0" w:rsidTr="007D5389" w14:paraId="3E028B07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639" w:type="dxa"/>
          </w:tcPr>
          <w:p w:rsidRPr="00F100FD" w:rsidR="00A670F0" w:rsidP="007D5389" w:rsidRDefault="00A670F0" w14:paraId="51E0F422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8</w:t>
            </w:r>
            <w:r w:rsidRPr="00F100FD">
              <w:rPr>
                <w:rFonts w:ascii="Corbel" w:hAnsi="Corbel" w:cs="Tahoma"/>
                <w:color w:val="000000"/>
              </w:rPr>
              <w:t>. Nadzór nad wykonyw</w:t>
            </w:r>
            <w:r>
              <w:rPr>
                <w:rFonts w:ascii="Corbel" w:hAnsi="Corbel" w:cs="Tahoma"/>
                <w:color w:val="000000"/>
              </w:rPr>
              <w:t xml:space="preserve">aniem kary pozbawienia wolności </w:t>
            </w:r>
            <w:r>
              <w:rPr>
                <w:rFonts w:ascii="Corbel" w:hAnsi="Corbel"/>
              </w:rPr>
              <w:t>–</w:t>
            </w:r>
            <w:r w:rsidRPr="00F100FD">
              <w:rPr>
                <w:rFonts w:ascii="Corbel" w:hAnsi="Corbel"/>
              </w:rPr>
              <w:t xml:space="preserve"> 1</w:t>
            </w:r>
            <w:r>
              <w:rPr>
                <w:rFonts w:ascii="Corbel" w:hAnsi="Corbel"/>
              </w:rPr>
              <w:t>,5</w:t>
            </w:r>
            <w:r w:rsidRPr="00F100FD">
              <w:rPr>
                <w:rFonts w:ascii="Corbel" w:hAnsi="Corbel"/>
              </w:rPr>
              <w:t>h.</w:t>
            </w:r>
          </w:p>
        </w:tc>
      </w:tr>
      <w:tr w:rsidRPr="00F100FD" w:rsidR="00A670F0" w:rsidTr="007D5389" w14:paraId="46C47CEF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9639" w:type="dxa"/>
          </w:tcPr>
          <w:p w:rsidRPr="00F100FD" w:rsidR="00A670F0" w:rsidP="007D5389" w:rsidRDefault="00A670F0" w14:paraId="029C71C0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8</w:t>
            </w:r>
            <w:r w:rsidRPr="00F100FD">
              <w:rPr>
                <w:rFonts w:ascii="Corbel" w:hAnsi="Corbel" w:cs="Tahoma"/>
                <w:color w:val="000000"/>
              </w:rPr>
              <w:t>. Udział społeczeństwa w wykon</w:t>
            </w:r>
            <w:r>
              <w:rPr>
                <w:rFonts w:ascii="Corbel" w:hAnsi="Corbel" w:cs="Tahoma"/>
                <w:color w:val="000000"/>
              </w:rPr>
              <w:t xml:space="preserve">ywaniu kary pozbawienia wolności </w:t>
            </w:r>
            <w:r w:rsidRPr="00F100FD">
              <w:rPr>
                <w:rFonts w:ascii="Corbel" w:hAnsi="Corbel"/>
              </w:rPr>
              <w:t>- 1h.</w:t>
            </w:r>
          </w:p>
        </w:tc>
      </w:tr>
      <w:tr w:rsidRPr="00F100FD" w:rsidR="00A670F0" w:rsidTr="007D5389" w14:paraId="5A658EF9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4"/>
        </w:trPr>
        <w:tc>
          <w:tcPr>
            <w:tcW w:w="9639" w:type="dxa"/>
          </w:tcPr>
          <w:p w:rsidRPr="00F100FD" w:rsidR="00A670F0" w:rsidP="007D5389" w:rsidRDefault="00A670F0" w14:paraId="7AF9C0C7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9</w:t>
            </w:r>
            <w:r w:rsidRPr="00F100FD">
              <w:rPr>
                <w:rFonts w:ascii="Corbel" w:hAnsi="Corbel" w:cs="Tahoma"/>
                <w:color w:val="000000"/>
              </w:rPr>
              <w:t>. Odroczenie i przerwa w wykonywaniu kary pozbawienia wolności</w:t>
            </w:r>
            <w:r>
              <w:rPr>
                <w:rFonts w:ascii="Corbel" w:hAnsi="Corbel" w:cs="Tahoma"/>
                <w:color w:val="000000"/>
              </w:rPr>
              <w:t xml:space="preserve"> </w:t>
            </w:r>
            <w:r w:rsidRPr="00F100FD">
              <w:rPr>
                <w:rFonts w:ascii="Corbel" w:hAnsi="Corbel"/>
              </w:rPr>
              <w:t>- 1h.</w:t>
            </w:r>
          </w:p>
        </w:tc>
      </w:tr>
      <w:tr w:rsidRPr="00F100FD" w:rsidR="00A670F0" w:rsidTr="007D5389" w14:paraId="558FE4BA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9639" w:type="dxa"/>
          </w:tcPr>
          <w:p w:rsidRPr="00F100FD" w:rsidR="00A670F0" w:rsidP="007D5389" w:rsidRDefault="00A670F0" w14:paraId="052AC9E4" w14:textId="77777777">
            <w:pPr>
              <w:pStyle w:val="NormalnyWeb"/>
              <w:spacing w:before="0" w:after="9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10</w:t>
            </w:r>
            <w:r w:rsidRPr="00F100FD">
              <w:rPr>
                <w:rFonts w:ascii="Corbel" w:hAnsi="Corbel" w:cs="Tahoma"/>
                <w:color w:val="000000"/>
              </w:rPr>
              <w:t>. Warunkowe przedterminowe zwolnienie</w:t>
            </w:r>
            <w:r>
              <w:rPr>
                <w:rFonts w:ascii="Corbel" w:hAnsi="Corbel" w:cs="Tahoma"/>
                <w:color w:val="000000"/>
              </w:rPr>
              <w:t xml:space="preserve"> </w:t>
            </w:r>
            <w:r w:rsidRPr="00F100FD">
              <w:rPr>
                <w:rFonts w:ascii="Corbel" w:hAnsi="Corbel"/>
              </w:rPr>
              <w:t>- 1h.</w:t>
            </w:r>
          </w:p>
        </w:tc>
      </w:tr>
      <w:tr w:rsidRPr="00F100FD" w:rsidR="00A670F0" w:rsidTr="007D5389" w14:paraId="0B0A770B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1"/>
        </w:trPr>
        <w:tc>
          <w:tcPr>
            <w:tcW w:w="9639" w:type="dxa"/>
          </w:tcPr>
          <w:p w:rsidRPr="00F100FD" w:rsidR="00A670F0" w:rsidP="007D5389" w:rsidRDefault="00A670F0" w14:paraId="0C46968E" w14:textId="7777777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11</w:t>
            </w:r>
            <w:r w:rsidRPr="00F100FD">
              <w:rPr>
                <w:rFonts w:ascii="Corbel" w:hAnsi="Corbel" w:cs="Tahoma"/>
                <w:color w:val="000000"/>
              </w:rPr>
              <w:t>. Przygotowanie do zwoln</w:t>
            </w:r>
            <w:r>
              <w:rPr>
                <w:rFonts w:ascii="Corbel" w:hAnsi="Corbel" w:cs="Tahoma"/>
                <w:color w:val="000000"/>
              </w:rPr>
              <w:t xml:space="preserve">ienia i pomoc postpenitencjarna </w:t>
            </w:r>
            <w:r w:rsidRPr="00F100FD">
              <w:rPr>
                <w:rFonts w:ascii="Corbel" w:hAnsi="Corbel"/>
              </w:rPr>
              <w:t>- 1h.</w:t>
            </w:r>
          </w:p>
        </w:tc>
      </w:tr>
    </w:tbl>
    <w:p w:rsidRPr="009C54AE" w:rsidR="0085747A" w:rsidP="009C54AE" w:rsidRDefault="0085747A" w14:paraId="2B858FF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DF13F6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6B19A37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A10C4" w:rsidR="00AA10C4" w:rsidP="00AA10C4" w:rsidRDefault="00AA10C4" w14:paraId="2A8FEAC3" w14:textId="7777777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A10C4">
        <w:rPr>
          <w:rFonts w:ascii="Corbel" w:hAnsi="Corbel"/>
          <w:smallCaps w:val="0"/>
          <w:szCs w:val="24"/>
        </w:rPr>
        <w:t xml:space="preserve">Wykład </w:t>
      </w:r>
      <w:r w:rsidRPr="00AA10C4">
        <w:rPr>
          <w:rFonts w:ascii="Corbel" w:hAnsi="Corbel"/>
          <w:b w:val="0"/>
          <w:smallCaps w:val="0"/>
          <w:szCs w:val="24"/>
        </w:rPr>
        <w:t xml:space="preserve">prowadzony z wykorzystaniem metody nauczania teoretycznego z elementami metody nauczania praktycznego, poprzez przedstawienie problematyki na tle  stanów faktycznych, które znalazły swoje odzwierciedlenie w orzecznictwie, zwłaszcza Trybunału Konstytucyjnego i </w:t>
      </w:r>
      <w:proofErr w:type="spellStart"/>
      <w:r w:rsidRPr="00AA10C4">
        <w:rPr>
          <w:rFonts w:ascii="Corbel" w:hAnsi="Corbel"/>
          <w:b w:val="0"/>
          <w:smallCaps w:val="0"/>
          <w:szCs w:val="24"/>
        </w:rPr>
        <w:t>ETPCz</w:t>
      </w:r>
      <w:proofErr w:type="spellEnd"/>
      <w:r w:rsidRPr="00AA10C4">
        <w:rPr>
          <w:rFonts w:ascii="Corbel" w:hAnsi="Corbel"/>
          <w:b w:val="0"/>
          <w:smallCaps w:val="0"/>
          <w:szCs w:val="24"/>
        </w:rPr>
        <w:t>.</w:t>
      </w:r>
    </w:p>
    <w:p w:rsidRPr="00AA10C4" w:rsidR="00AA10C4" w:rsidP="00AA10C4" w:rsidRDefault="00AA10C4" w14:paraId="6E2E144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A10C4">
        <w:rPr>
          <w:rFonts w:ascii="Corbel" w:hAnsi="Corbel"/>
          <w:smallCaps w:val="0"/>
          <w:szCs w:val="24"/>
        </w:rPr>
        <w:t xml:space="preserve">Ćwiczenia </w:t>
      </w:r>
      <w:r w:rsidRPr="00AA10C4">
        <w:rPr>
          <w:rFonts w:ascii="Corbel" w:hAnsi="Corbel"/>
          <w:b w:val="0"/>
          <w:smallCaps w:val="0"/>
          <w:szCs w:val="24"/>
        </w:rPr>
        <w:t xml:space="preserve">dyskusja, analiza i interpretacja testu prawnego, </w:t>
      </w:r>
      <w:r w:rsidR="00A670F0">
        <w:rPr>
          <w:rFonts w:ascii="Corbel" w:hAnsi="Corbel"/>
          <w:b w:val="0"/>
          <w:smallCaps w:val="0"/>
          <w:szCs w:val="24"/>
        </w:rPr>
        <w:t>poszukiwanie rozwiązania kazusu</w:t>
      </w:r>
      <w:r w:rsidRPr="00AA10C4">
        <w:rPr>
          <w:rFonts w:ascii="Corbel" w:hAnsi="Corbel"/>
          <w:b w:val="0"/>
          <w:smallCaps w:val="0"/>
          <w:szCs w:val="24"/>
        </w:rPr>
        <w:t xml:space="preserve"> oraz metoda oparta na praktycznej działalności studentów (p</w:t>
      </w:r>
      <w:r w:rsidR="00D47518">
        <w:rPr>
          <w:rFonts w:ascii="Corbel" w:hAnsi="Corbel"/>
          <w:b w:val="0"/>
          <w:smallCaps w:val="0"/>
          <w:szCs w:val="24"/>
        </w:rPr>
        <w:t>rzygotowywanie pism procesowych</w:t>
      </w:r>
      <w:r w:rsidR="00D47518">
        <w:rPr>
          <w:rFonts w:ascii="Corbel" w:hAnsi="Corbel"/>
          <w:b w:val="0"/>
          <w:smallCaps w:val="0"/>
          <w:szCs w:val="24"/>
        </w:rPr>
        <w:br/>
      </w:r>
      <w:r w:rsidRPr="00AA10C4">
        <w:rPr>
          <w:rFonts w:ascii="Corbel" w:hAnsi="Corbel"/>
          <w:b w:val="0"/>
          <w:smallCaps w:val="0"/>
          <w:szCs w:val="24"/>
        </w:rPr>
        <w:t>i projektów decyzji procesowych).</w:t>
      </w:r>
    </w:p>
    <w:p w:rsidR="00E960BB" w:rsidP="009C54AE" w:rsidRDefault="00E960BB" w14:paraId="78CDC98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9B92E1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02AE1E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82A47A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P="009C54AE" w:rsidRDefault="0085747A" w14:paraId="790C4DA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AF4A52" w:rsidR="00AA10C4" w:rsidTr="00AA10C4" w14:paraId="0620A07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A10C4" w14:paraId="680BD4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Pr="00AA10C4" w:rsidR="00AA10C4" w:rsidP="00AA10C4" w:rsidRDefault="00AA10C4" w14:paraId="28D24B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A10C4" w14:paraId="26A6DB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AA10C4" w:rsidR="00AA10C4" w:rsidP="00AA10C4" w:rsidRDefault="00AA10C4" w14:paraId="6A4600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A10C4" w14:paraId="1A7F66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AA10C4" w:rsidR="00AA10C4" w:rsidP="00AA10C4" w:rsidRDefault="00AA10C4" w14:paraId="248464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AF4A52" w:rsidR="00AA10C4" w:rsidTr="00AA10C4" w14:paraId="085A0AFF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A10C4" w14:paraId="2CB953F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A10C4" w14:paraId="5CD811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A10C4" w14:paraId="682F36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:rsidRPr="00AA10C4" w:rsidR="00AA10C4" w:rsidP="00AA10C4" w:rsidRDefault="00AA10C4" w14:paraId="76391E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AF4A52" w:rsidR="00AA10C4" w:rsidTr="00AA10C4" w14:paraId="7A11275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A10C4" w14:paraId="016484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A10C4" w14:paraId="084652E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A10C4" w14:paraId="0CE66F5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:rsidRPr="00AA10C4" w:rsidR="00AA10C4" w:rsidP="00AA10C4" w:rsidRDefault="00AA10C4" w14:paraId="7F4AF7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AF4A52" w:rsidR="00AA10C4" w:rsidTr="00AA10C4" w14:paraId="2DB7E51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A10C4" w14:paraId="7F1FD9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A10C4" w14:paraId="03E21E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A10C4" w14:paraId="14CA0E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:rsidRPr="00AA10C4" w:rsidR="00AA10C4" w:rsidP="00AA10C4" w:rsidRDefault="00AA10C4" w14:paraId="269142A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AF4A52" w:rsidR="00AA10C4" w:rsidTr="00AA10C4" w14:paraId="3F32F4A4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A10C4" w14:paraId="02DCF2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A10C4" w14:paraId="7159CD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A10C4" w14:paraId="1D3DC1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:rsidRPr="00AA10C4" w:rsidR="00AA10C4" w:rsidP="00AA10C4" w:rsidRDefault="00AA10C4" w14:paraId="653862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AF4A52" w:rsidR="00AA10C4" w:rsidTr="00AA10C4" w14:paraId="41DA8B95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A10C4" w14:paraId="20E00A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670F0" w14:paraId="4E0C12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670F0" w:rsidP="00A670F0" w:rsidRDefault="00A670F0" w14:paraId="403ED2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:rsidRPr="00AA10C4" w:rsidR="00AA10C4" w:rsidP="00A670F0" w:rsidRDefault="00A670F0" w14:paraId="451E98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AF4A52" w:rsidR="00AA10C4" w:rsidTr="00AA10C4" w14:paraId="03725DD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2055CF" w14:paraId="7829A9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A10C4" w14:paraId="71509E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670F0" w:rsidP="00A670F0" w:rsidRDefault="00A670F0" w14:paraId="3CCE2F0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:rsidRPr="00AA10C4" w:rsidR="00AA10C4" w:rsidP="00A670F0" w:rsidRDefault="00A670F0" w14:paraId="4CEEE2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AF4A52" w:rsidR="00AA10C4" w:rsidTr="00AA10C4" w14:paraId="62E5538D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2055CF" w14:paraId="558722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A10C4" w:rsidP="00AA10C4" w:rsidRDefault="00A670F0" w14:paraId="3C3ACC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10C4" w:rsidR="00A670F0" w:rsidP="00A670F0" w:rsidRDefault="00A670F0" w14:paraId="36C2E6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:rsidRPr="00AA10C4" w:rsidR="00AA10C4" w:rsidP="00A670F0" w:rsidRDefault="00A670F0" w14:paraId="6E1CD35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12C32E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4CA7CC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72249F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767C9C50" w14:paraId="61233015" w14:textId="77777777">
        <w:tc>
          <w:tcPr>
            <w:tcW w:w="9670" w:type="dxa"/>
            <w:tcMar/>
          </w:tcPr>
          <w:p w:rsidRPr="005D2B32" w:rsidR="0085747A" w:rsidP="767C9C50" w:rsidRDefault="004744A2" w14:paraId="104573C8" w14:textId="305BEAFF">
            <w:pPr>
              <w:spacing w:before="0" w:after="0"/>
              <w:jc w:val="both"/>
            </w:pPr>
            <w:r w:rsidRPr="767C9C50" w:rsidR="3B2921EB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767C9C50" w:rsidR="3B2921EB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767C9C50" w:rsidR="3B2921EB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767C9C50" w:rsidR="3B2921EB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5D2B32" w:rsidR="0085747A" w:rsidP="767C9C50" w:rsidRDefault="004744A2" w14:paraId="173D009C" w14:textId="46B69AF5">
            <w:pPr>
              <w:spacing w:before="0" w:after="0"/>
              <w:jc w:val="both"/>
            </w:pPr>
            <w:r w:rsidRPr="767C9C50" w:rsidR="3B2921EB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767C9C50" w:rsidR="3B2921EB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5D2B32" w:rsidR="0085747A" w:rsidP="767C9C50" w:rsidRDefault="004744A2" w14:paraId="1DD75051" w14:textId="409760F8">
            <w:pPr>
              <w:spacing w:before="0" w:after="0"/>
              <w:jc w:val="both"/>
            </w:pPr>
            <w:r w:rsidRPr="767C9C50" w:rsidR="3B2921EB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767C9C50" w:rsidR="3B2921EB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5D2B32" w:rsidR="0085747A" w:rsidP="767C9C50" w:rsidRDefault="004744A2" w14:paraId="408618E6" w14:textId="59ACF69C">
            <w:pPr>
              <w:spacing w:before="0" w:after="0"/>
            </w:pPr>
            <w:r w:rsidRPr="767C9C50" w:rsidR="3B2921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5D2B32" w:rsidR="0085747A" w:rsidP="767C9C50" w:rsidRDefault="004744A2" w14:paraId="30816A38" w14:textId="5B8CBB3E">
            <w:pPr>
              <w:spacing w:before="0" w:after="0"/>
            </w:pPr>
            <w:r w:rsidRPr="767C9C50" w:rsidR="3B2921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5D2B32" w:rsidR="0085747A" w:rsidP="767C9C50" w:rsidRDefault="004744A2" w14:paraId="6C5F4147" w14:textId="07E332B6">
            <w:pPr>
              <w:spacing w:before="0" w:after="0"/>
            </w:pPr>
            <w:r w:rsidRPr="767C9C50" w:rsidR="3B2921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5D2B32" w:rsidR="0085747A" w:rsidP="767C9C50" w:rsidRDefault="004744A2" w14:paraId="7842039C" w14:textId="1DCF9D4E">
            <w:pPr>
              <w:spacing w:before="0" w:after="0"/>
            </w:pPr>
            <w:r w:rsidRPr="767C9C50" w:rsidR="3B2921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5D2B32" w:rsidR="0085747A" w:rsidP="767C9C50" w:rsidRDefault="004744A2" w14:paraId="434F4552" w14:textId="3757E3A2">
            <w:pPr>
              <w:spacing w:before="0" w:after="0"/>
            </w:pPr>
            <w:r w:rsidRPr="767C9C50" w:rsidR="3B2921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5D2B32" w:rsidR="0085747A" w:rsidP="767C9C50" w:rsidRDefault="004744A2" w14:paraId="63079D74" w14:textId="3CB52322">
            <w:pPr>
              <w:spacing w:before="0" w:after="0"/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</w:pPr>
            <w:proofErr w:type="spellStart"/>
            <w:r w:rsidRPr="767C9C50" w:rsidR="3B2921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767C9C50" w:rsidR="3B2921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.- poniżej 50 %. </w:t>
            </w:r>
          </w:p>
          <w:p w:rsidRPr="005D2B32" w:rsidR="0085747A" w:rsidP="767C9C50" w:rsidRDefault="004744A2" w14:paraId="24DFCEB7" w14:textId="68F2D55A">
            <w:pPr>
              <w:spacing w:before="0" w:after="0"/>
              <w:jc w:val="both"/>
            </w:pPr>
            <w:r w:rsidRPr="767C9C50" w:rsidR="3B2921EB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767C9C50" w:rsidR="3B2921EB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5D2B32" w:rsidR="0085747A" w:rsidP="767C9C50" w:rsidRDefault="004744A2" w14:paraId="6BAEC6BC" w14:textId="320DF760">
            <w:pPr>
              <w:spacing w:before="0" w:after="0"/>
              <w:jc w:val="both"/>
            </w:pPr>
            <w:r w:rsidRPr="767C9C50" w:rsidR="3B2921EB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767C9C50" w:rsidR="3B2921EB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5D2B32" w:rsidR="0085747A" w:rsidP="767C9C50" w:rsidRDefault="004744A2" w14:paraId="7BD140DE" w14:textId="0CE81889">
            <w:pPr>
              <w:spacing w:before="0" w:after="0"/>
            </w:pPr>
            <w:r w:rsidRPr="767C9C50" w:rsidR="3B2921E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5D2B32" w:rsidR="0085747A" w:rsidP="767C9C50" w:rsidRDefault="004744A2" w14:paraId="216B83C0" w14:textId="390F3121">
            <w:pPr>
              <w:spacing w:before="0" w:after="0"/>
            </w:pPr>
            <w:r w:rsidRPr="767C9C50" w:rsidR="3B2921E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5D2B32" w:rsidR="0085747A" w:rsidP="767C9C50" w:rsidRDefault="004744A2" w14:paraId="42D86F74" w14:textId="3AC21A9E">
            <w:pPr>
              <w:spacing w:before="0" w:after="0"/>
            </w:pPr>
            <w:r w:rsidRPr="767C9C50" w:rsidR="3B2921E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5D2B32" w:rsidR="0085747A" w:rsidP="767C9C50" w:rsidRDefault="004744A2" w14:paraId="39425454" w14:textId="283A9829">
            <w:pPr>
              <w:spacing w:before="0" w:after="0"/>
            </w:pPr>
            <w:r w:rsidRPr="767C9C50" w:rsidR="3B2921E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5D2B32" w:rsidR="0085747A" w:rsidP="767C9C50" w:rsidRDefault="004744A2" w14:paraId="0CBF44D0" w14:textId="576DBE0F">
            <w:pPr>
              <w:spacing w:before="0" w:after="0"/>
            </w:pPr>
            <w:r w:rsidRPr="767C9C50" w:rsidR="3B2921E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5D2B32" w:rsidR="0085747A" w:rsidP="767C9C50" w:rsidRDefault="004744A2" w14:paraId="73D9B819" w14:textId="50999230">
            <w:pPr>
              <w:spacing w:before="0" w:after="0"/>
            </w:pPr>
            <w:r w:rsidRPr="767C9C50" w:rsidR="3B2921E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5D2B32" w:rsidR="0085747A" w:rsidP="767C9C50" w:rsidRDefault="004744A2" w14:paraId="1D40FC7E" w14:textId="425882E8">
            <w:pPr>
              <w:spacing w:before="0" w:after="0"/>
              <w:rPr>
                <w:b w:val="0"/>
                <w:bCs w:val="0"/>
                <w:i w:val="1"/>
                <w:iCs w:val="1"/>
                <w:caps w:val="0"/>
                <w:smallCaps w:val="0"/>
                <w:sz w:val="22"/>
                <w:szCs w:val="22"/>
              </w:rPr>
            </w:pPr>
            <w:proofErr w:type="spellStart"/>
            <w:r w:rsidRPr="767C9C50" w:rsidR="3B2921E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767C9C50" w:rsidR="3B2921E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50 %.</w:t>
            </w:r>
            <w:r w:rsidRPr="767C9C50" w:rsidR="00A670F0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  <w:r w:rsidRPr="767C9C50" w:rsidR="4C534CED">
              <w:rPr>
                <w:b w:val="0"/>
                <w:bCs w:val="0"/>
                <w:i w:val="1"/>
                <w:iCs w:val="1"/>
                <w:caps w:val="0"/>
                <w:smallCaps w:val="0"/>
                <w:sz w:val="22"/>
                <w:szCs w:val="22"/>
              </w:rPr>
              <w:t xml:space="preserve">  </w:t>
            </w:r>
          </w:p>
        </w:tc>
      </w:tr>
    </w:tbl>
    <w:p w:rsidRPr="009C54AE" w:rsidR="0085747A" w:rsidP="009C54AE" w:rsidRDefault="0085747A" w14:paraId="1DF88C5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32BCE7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29CEA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2B91E614" w14:textId="77777777">
        <w:tc>
          <w:tcPr>
            <w:tcW w:w="4962" w:type="dxa"/>
            <w:vAlign w:val="center"/>
          </w:tcPr>
          <w:p w:rsidRPr="009C54AE" w:rsidR="0085747A" w:rsidP="009C54AE" w:rsidRDefault="00C61DC5" w14:paraId="78C9C70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FE47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2663F4" w:rsidR="00A670F0" w:rsidTr="007D5389" w14:paraId="5F9ED581" w14:textId="77777777">
        <w:tc>
          <w:tcPr>
            <w:tcW w:w="4962" w:type="dxa"/>
          </w:tcPr>
          <w:p w:rsidRPr="009C54AE" w:rsidR="00A670F0" w:rsidP="007D5389" w:rsidRDefault="00A670F0" w14:paraId="173466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336D96" w:rsidR="00A670F0" w:rsidP="007D5389" w:rsidRDefault="00A670F0" w14:paraId="504D4984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Wykład                         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      15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godz.</w:t>
            </w:r>
          </w:p>
          <w:p w:rsidRPr="002663F4" w:rsidR="00A670F0" w:rsidP="007D5389" w:rsidRDefault="00A670F0" w14:paraId="400A20F3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Ćwiczenia                     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     15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godz. </w:t>
            </w:r>
          </w:p>
        </w:tc>
      </w:tr>
      <w:tr w:rsidRPr="009C54AE" w:rsidR="00A670F0" w:rsidTr="007D5389" w14:paraId="6914A933" w14:textId="77777777">
        <w:tc>
          <w:tcPr>
            <w:tcW w:w="4962" w:type="dxa"/>
          </w:tcPr>
          <w:p w:rsidRPr="009C54AE" w:rsidR="00A670F0" w:rsidP="007D5389" w:rsidRDefault="00A670F0" w14:paraId="6B719D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A670F0" w:rsidP="007D5389" w:rsidRDefault="00A670F0" w14:paraId="00BF25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336D96" w:rsidR="00A670F0" w:rsidP="007D5389" w:rsidRDefault="00A670F0" w14:paraId="401808CC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dział w konsultacjach:    </w:t>
            </w:r>
          </w:p>
          <w:p w:rsidRPr="00336D96" w:rsidR="00A670F0" w:rsidP="007D5389" w:rsidRDefault="00A670F0" w14:paraId="75164FFA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- w związku z wykładem – 5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godz.</w:t>
            </w:r>
          </w:p>
          <w:p w:rsidRPr="00336D96" w:rsidR="00A670F0" w:rsidP="007D5389" w:rsidRDefault="00A670F0" w14:paraId="74071544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>- w związku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 ćwiczeniami audytoryjnymi – 5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godz.</w:t>
            </w:r>
          </w:p>
          <w:p w:rsidR="00A670F0" w:rsidP="007D5389" w:rsidRDefault="00A670F0" w14:paraId="4EC7BDD3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>dział w egzaminie    2 godz.</w:t>
            </w:r>
          </w:p>
          <w:p w:rsidRPr="009C54AE" w:rsidR="00A670F0" w:rsidP="007D5389" w:rsidRDefault="00A670F0" w14:paraId="5FCA25B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Udział w zaliczeniu     1 godz.</w:t>
            </w:r>
          </w:p>
        </w:tc>
      </w:tr>
      <w:tr w:rsidRPr="009C54AE" w:rsidR="00A670F0" w:rsidTr="007D5389" w14:paraId="6E48A26F" w14:textId="77777777">
        <w:tc>
          <w:tcPr>
            <w:tcW w:w="4962" w:type="dxa"/>
          </w:tcPr>
          <w:p w:rsidRPr="009C54AE" w:rsidR="00A670F0" w:rsidP="007D5389" w:rsidRDefault="00A670F0" w14:paraId="58AC08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A670F0" w:rsidP="007D5389" w:rsidRDefault="00A670F0" w14:paraId="5AD5DE6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670F0" w:rsidP="007D5389" w:rsidRDefault="00A670F0" w14:paraId="59C275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– 20 h </w:t>
            </w:r>
          </w:p>
          <w:p w:rsidR="00A670F0" w:rsidP="007D5389" w:rsidRDefault="00A670F0" w14:paraId="141821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37 h</w:t>
            </w:r>
          </w:p>
          <w:p w:rsidRPr="009C54AE" w:rsidR="00A670F0" w:rsidP="007D5389" w:rsidRDefault="00A670F0" w14:paraId="7CC6B6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 – 20 h</w:t>
            </w:r>
          </w:p>
        </w:tc>
      </w:tr>
      <w:tr w:rsidRPr="009C54AE" w:rsidR="00A670F0" w:rsidTr="007D5389" w14:paraId="0C63F9CF" w14:textId="77777777">
        <w:tc>
          <w:tcPr>
            <w:tcW w:w="4962" w:type="dxa"/>
          </w:tcPr>
          <w:p w:rsidRPr="009C54AE" w:rsidR="00A670F0" w:rsidP="007D5389" w:rsidRDefault="00A670F0" w14:paraId="738C69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A670F0" w:rsidP="007D5389" w:rsidRDefault="00A670F0" w14:paraId="6CB239E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 h</w:t>
            </w:r>
          </w:p>
        </w:tc>
      </w:tr>
      <w:tr w:rsidRPr="009C54AE" w:rsidR="00A670F0" w:rsidTr="007D5389" w14:paraId="7E910B8C" w14:textId="77777777">
        <w:tc>
          <w:tcPr>
            <w:tcW w:w="4962" w:type="dxa"/>
          </w:tcPr>
          <w:p w:rsidRPr="009C54AE" w:rsidR="00A670F0" w:rsidP="007D5389" w:rsidRDefault="00A670F0" w14:paraId="727338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A670F0" w:rsidP="007D5389" w:rsidRDefault="00A670F0" w14:paraId="493E856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1D74E41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85FCF8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EA9413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2055CF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E37A64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620F764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7F307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5D2B32" w14:paraId="416530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Pr="009C54AE" w:rsidR="0085747A" w:rsidTr="0071620A" w14:paraId="4DF4F5B2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63886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5D2B32" w14:paraId="4196B6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:rsidRPr="009C54AE" w:rsidR="003E1941" w:rsidP="009C54AE" w:rsidRDefault="003E1941" w14:paraId="498285B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F5034A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30040C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15D94D55" w14:paraId="097DE3D6" w14:textId="77777777">
        <w:trPr>
          <w:trHeight w:val="397"/>
        </w:trPr>
        <w:tc>
          <w:tcPr>
            <w:tcW w:w="7513" w:type="dxa"/>
            <w:tcMar/>
          </w:tcPr>
          <w:p w:rsidR="00FE5ED6" w:rsidP="15D94D55" w:rsidRDefault="00FE5ED6" w14:paraId="2BC22441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15D94D55" w:rsidR="301D81E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15D94D55" w:rsidP="15D94D55" w:rsidRDefault="15D94D55" w14:paraId="59A1A148" w14:textId="68FDE49E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D8713F" w:rsidP="00FE5ED6" w:rsidRDefault="00D8713F" w14:paraId="51F5A5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Ustawa z dnia 6 czerwca </w:t>
            </w:r>
            <w:r w:rsidR="00E66F0D">
              <w:rPr>
                <w:rFonts w:ascii="Corbel" w:hAnsi="Corbel"/>
                <w:b w:val="0"/>
                <w:smallCaps w:val="0"/>
                <w:szCs w:val="24"/>
              </w:rPr>
              <w:t>1997 r. Kodeks karny wykonawczy.</w:t>
            </w:r>
          </w:p>
          <w:p w:rsidRPr="00A670F0" w:rsidR="00A670F0" w:rsidP="00A670F0" w:rsidRDefault="00A670F0" w14:paraId="57CDDDAD" w14:textId="77777777">
            <w:pPr>
              <w:shd w:val="clear" w:color="auto" w:fill="FFFFFF"/>
              <w:spacing w:after="0" w:line="240" w:lineRule="auto"/>
              <w:ind w:left="14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T. Szymanowski, </w:t>
            </w:r>
            <w:r w:rsidRPr="00FE5ED6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Prawo karne wykonawc</w:t>
            </w:r>
            <w:r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ze z elementami polityki karnej</w:t>
            </w:r>
            <w:r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br/>
            </w:r>
            <w:r w:rsidRPr="00FE5ED6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i penitencjarnej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, Wolters Kluwer 2017</w:t>
            </w:r>
          </w:p>
          <w:p w:rsidRPr="00D804E6" w:rsidR="0085747A" w:rsidP="00D804E6" w:rsidRDefault="00FE5ED6" w14:paraId="0FBE1024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6B3CC7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J. Hołda, Z. Hołda, J. Migdał, B. Żórawska,  </w:t>
            </w:r>
            <w:r w:rsidRPr="006B3CC7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Prawo karne wykonawcze</w:t>
            </w:r>
            <w:r w:rsidRPr="006B3CC7">
              <w:rPr>
                <w:rFonts w:ascii="Corbel" w:hAnsi="Corbel" w:eastAsia="Times New Roman"/>
                <w:sz w:val="24"/>
                <w:szCs w:val="24"/>
                <w:lang w:eastAsia="pl-PL"/>
              </w:rPr>
              <w:t>, Wolters Kluwer 2017</w:t>
            </w:r>
          </w:p>
        </w:tc>
      </w:tr>
      <w:tr w:rsidRPr="009C54AE" w:rsidR="0085747A" w:rsidTr="15D94D55" w14:paraId="6B0E115C" w14:textId="77777777">
        <w:trPr>
          <w:trHeight w:val="397"/>
        </w:trPr>
        <w:tc>
          <w:tcPr>
            <w:tcW w:w="7513" w:type="dxa"/>
            <w:tcMar/>
          </w:tcPr>
          <w:p w:rsidRPr="006B3CC7" w:rsidR="00FE5ED6" w:rsidP="15D94D55" w:rsidRDefault="00FE5ED6" w14:paraId="3D9A4968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15D94D55" w:rsidR="301D81E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15D94D55" w:rsidP="15D94D55" w:rsidRDefault="15D94D55" w14:paraId="06828EE9" w14:textId="64108996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6B3CC7" w:rsidR="00FE5ED6" w:rsidP="00FE5ED6" w:rsidRDefault="00A670F0" w14:paraId="62FEEB41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K. </w:t>
            </w:r>
            <w:proofErr w:type="spellStart"/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Dąbkiewicz</w:t>
            </w:r>
            <w:proofErr w:type="spellEnd"/>
            <w:r w:rsidRPr="006B3CC7" w:rsidR="00FE5ED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Pr="006B3CC7" w:rsidR="00FE5ED6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Kodeks karny wykonawczy. Komentarz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, 2020.</w:t>
            </w:r>
          </w:p>
          <w:p w:rsidRPr="006B3CC7" w:rsidR="00FE5ED6" w:rsidP="00FE5ED6" w:rsidRDefault="00FE5ED6" w14:paraId="6893F999" w14:textId="77777777">
            <w:pPr>
              <w:shd w:val="clear" w:color="auto" w:fill="FFFFFF"/>
              <w:spacing w:after="0" w:line="240" w:lineRule="auto"/>
              <w:ind w:left="14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  <w:p w:rsidRPr="00FE5ED6" w:rsidR="0085747A" w:rsidP="00FE5ED6" w:rsidRDefault="00FE5ED6" w14:paraId="0FDB4C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5ED6">
              <w:rPr>
                <w:rFonts w:ascii="Corbel" w:hAnsi="Corbel" w:eastAsia="Times New Roman"/>
                <w:b w:val="0"/>
                <w:szCs w:val="24"/>
                <w:lang w:eastAsia="pl-PL"/>
              </w:rPr>
              <w:t xml:space="preserve">Orzeczenia Trybunału Konstytucyjnego i Sądu Najwyższego dotyczące przepisów Kodeksu karnego wykonawczego, wybrane orzeczenia </w:t>
            </w:r>
            <w:proofErr w:type="spellStart"/>
            <w:r w:rsidRPr="00FE5ED6">
              <w:rPr>
                <w:rFonts w:ascii="Corbel" w:hAnsi="Corbel" w:eastAsia="Times New Roman"/>
                <w:b w:val="0"/>
                <w:szCs w:val="24"/>
                <w:lang w:eastAsia="pl-PL"/>
              </w:rPr>
              <w:t>ETPCz</w:t>
            </w:r>
            <w:proofErr w:type="spellEnd"/>
            <w:r w:rsidRPr="00FE5ED6">
              <w:rPr>
                <w:rFonts w:ascii="Corbel" w:hAnsi="Corbel" w:eastAsia="Times New Roman"/>
                <w:b w:val="0"/>
                <w:szCs w:val="24"/>
                <w:lang w:eastAsia="pl-PL"/>
              </w:rPr>
              <w:t xml:space="preserve"> w zakresie prawa do wolności, prawa do godnego traktowania, prawa do prywatności oraz dostępne do nich komentarze i glosy.</w:t>
            </w:r>
          </w:p>
        </w:tc>
      </w:tr>
    </w:tbl>
    <w:p w:rsidRPr="009C54AE" w:rsidR="0085747A" w:rsidP="009C54AE" w:rsidRDefault="0085747A" w14:paraId="15BCD46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82C850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EF9083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2949" w:rsidP="00C16ABF" w:rsidRDefault="00C12949" w14:paraId="3B639E5F" w14:textId="77777777">
      <w:pPr>
        <w:spacing w:after="0" w:line="240" w:lineRule="auto"/>
      </w:pPr>
      <w:r>
        <w:separator/>
      </w:r>
    </w:p>
  </w:endnote>
  <w:endnote w:type="continuationSeparator" w:id="0">
    <w:p w:rsidR="00C12949" w:rsidP="00C16ABF" w:rsidRDefault="00C12949" w14:paraId="080F7A8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2949" w:rsidP="00C16ABF" w:rsidRDefault="00C12949" w14:paraId="1F96BC38" w14:textId="77777777">
      <w:pPr>
        <w:spacing w:after="0" w:line="240" w:lineRule="auto"/>
      </w:pPr>
      <w:r>
        <w:separator/>
      </w:r>
    </w:p>
  </w:footnote>
  <w:footnote w:type="continuationSeparator" w:id="0">
    <w:p w:rsidR="00C12949" w:rsidP="00C16ABF" w:rsidRDefault="00C12949" w14:paraId="6D5F8138" w14:textId="77777777">
      <w:pPr>
        <w:spacing w:after="0" w:line="240" w:lineRule="auto"/>
      </w:pPr>
      <w:r>
        <w:continuationSeparator/>
      </w:r>
    </w:p>
  </w:footnote>
  <w:footnote w:id="1">
    <w:p w:rsidR="00F77AE8" w:rsidP="00F77AE8" w:rsidRDefault="00F77AE8" w14:paraId="7136042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605B"/>
    <w:multiLevelType w:val="hybridMultilevel"/>
    <w:tmpl w:val="B268B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F34EC3"/>
    <w:multiLevelType w:val="hybridMultilevel"/>
    <w:tmpl w:val="2E420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2008E"/>
    <w:multiLevelType w:val="hybridMultilevel"/>
    <w:tmpl w:val="FFE498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8DF"/>
    <w:rsid w:val="0003794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2B00"/>
    <w:rsid w:val="00146BC0"/>
    <w:rsid w:val="00153C41"/>
    <w:rsid w:val="00154381"/>
    <w:rsid w:val="001640A7"/>
    <w:rsid w:val="00164FA7"/>
    <w:rsid w:val="00165255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4EBF"/>
    <w:rsid w:val="002055CF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258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FD7"/>
    <w:rsid w:val="003018BA"/>
    <w:rsid w:val="0030395F"/>
    <w:rsid w:val="00305C92"/>
    <w:rsid w:val="003078F3"/>
    <w:rsid w:val="003151C5"/>
    <w:rsid w:val="003343CF"/>
    <w:rsid w:val="00346FE9"/>
    <w:rsid w:val="0034759A"/>
    <w:rsid w:val="003503F6"/>
    <w:rsid w:val="003530DD"/>
    <w:rsid w:val="00363F78"/>
    <w:rsid w:val="003717FF"/>
    <w:rsid w:val="0037638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C21"/>
    <w:rsid w:val="004706D1"/>
    <w:rsid w:val="00471326"/>
    <w:rsid w:val="004744A2"/>
    <w:rsid w:val="0047598D"/>
    <w:rsid w:val="004840FD"/>
    <w:rsid w:val="00490F7D"/>
    <w:rsid w:val="00491678"/>
    <w:rsid w:val="004951B8"/>
    <w:rsid w:val="004968E2"/>
    <w:rsid w:val="004A3EEA"/>
    <w:rsid w:val="004A4D1F"/>
    <w:rsid w:val="004D1A86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2B32"/>
    <w:rsid w:val="005E6E85"/>
    <w:rsid w:val="005F31D2"/>
    <w:rsid w:val="00604B9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23A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D48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3370"/>
    <w:rsid w:val="00A155EE"/>
    <w:rsid w:val="00A2245B"/>
    <w:rsid w:val="00A30110"/>
    <w:rsid w:val="00A36899"/>
    <w:rsid w:val="00A36B1D"/>
    <w:rsid w:val="00A371F6"/>
    <w:rsid w:val="00A43BF6"/>
    <w:rsid w:val="00A53FA5"/>
    <w:rsid w:val="00A54817"/>
    <w:rsid w:val="00A601C8"/>
    <w:rsid w:val="00A60799"/>
    <w:rsid w:val="00A670F0"/>
    <w:rsid w:val="00A84C85"/>
    <w:rsid w:val="00A97DE1"/>
    <w:rsid w:val="00AA10C4"/>
    <w:rsid w:val="00AB053C"/>
    <w:rsid w:val="00AD1146"/>
    <w:rsid w:val="00AD27D3"/>
    <w:rsid w:val="00AD53B0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2949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70D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518"/>
    <w:rsid w:val="00D552B2"/>
    <w:rsid w:val="00D608D1"/>
    <w:rsid w:val="00D648A2"/>
    <w:rsid w:val="00D74119"/>
    <w:rsid w:val="00D804E6"/>
    <w:rsid w:val="00D8075B"/>
    <w:rsid w:val="00D81B05"/>
    <w:rsid w:val="00D8678B"/>
    <w:rsid w:val="00D8713F"/>
    <w:rsid w:val="00DA2114"/>
    <w:rsid w:val="00DB6C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965"/>
    <w:rsid w:val="00E63348"/>
    <w:rsid w:val="00E66F0D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0FD"/>
    <w:rsid w:val="00F17567"/>
    <w:rsid w:val="00F27A7B"/>
    <w:rsid w:val="00F47EF2"/>
    <w:rsid w:val="00F526AF"/>
    <w:rsid w:val="00F617C3"/>
    <w:rsid w:val="00F7066B"/>
    <w:rsid w:val="00F77AE8"/>
    <w:rsid w:val="00F83B28"/>
    <w:rsid w:val="00FA46E5"/>
    <w:rsid w:val="00FB7DBA"/>
    <w:rsid w:val="00FC1C25"/>
    <w:rsid w:val="00FC3F45"/>
    <w:rsid w:val="00FD503F"/>
    <w:rsid w:val="00FD7589"/>
    <w:rsid w:val="00FE5ED6"/>
    <w:rsid w:val="00FF016A"/>
    <w:rsid w:val="00FF1401"/>
    <w:rsid w:val="00FF5E7D"/>
    <w:rsid w:val="0908E2DA"/>
    <w:rsid w:val="15D94D55"/>
    <w:rsid w:val="1906267F"/>
    <w:rsid w:val="1B8DA246"/>
    <w:rsid w:val="301D81EA"/>
    <w:rsid w:val="356AE6A7"/>
    <w:rsid w:val="3B2921EB"/>
    <w:rsid w:val="403F12AF"/>
    <w:rsid w:val="4B8BC3D1"/>
    <w:rsid w:val="4C3D9AEF"/>
    <w:rsid w:val="4C534CED"/>
    <w:rsid w:val="4F7802AE"/>
    <w:rsid w:val="55352567"/>
    <w:rsid w:val="57A06F98"/>
    <w:rsid w:val="5EBE4F0B"/>
    <w:rsid w:val="663D1F5F"/>
    <w:rsid w:val="6699FB6A"/>
    <w:rsid w:val="68CCCC9F"/>
    <w:rsid w:val="6917CFC5"/>
    <w:rsid w:val="6C933886"/>
    <w:rsid w:val="6E2F08E7"/>
    <w:rsid w:val="70259015"/>
    <w:rsid w:val="767C9C50"/>
    <w:rsid w:val="7816B22E"/>
    <w:rsid w:val="78DB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8B3B"/>
  <w15:docId w15:val="{FB6EB808-50F5-451A-927F-5757E65C16F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F100FD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F100FD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693F2-F0D7-49D3-9523-137F24DE54F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31</revision>
  <lastPrinted>2019-02-06T12:12:00.0000000Z</lastPrinted>
  <dcterms:created xsi:type="dcterms:W3CDTF">2019-03-06T14:29:00.0000000Z</dcterms:created>
  <dcterms:modified xsi:type="dcterms:W3CDTF">2022-01-24T09:56:44.2657863Z</dcterms:modified>
</coreProperties>
</file>